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52A46" w14:textId="5BD81603" w:rsidR="00F5459D" w:rsidRDefault="00F5459D" w:rsidP="005311E3">
      <w:pPr>
        <w:pStyle w:val="Standard"/>
        <w:spacing w:line="360" w:lineRule="auto"/>
        <w:jc w:val="right"/>
        <w:rPr>
          <w:rFonts w:ascii="Calibri" w:hAnsi="Calibri" w:cs="Calibri"/>
        </w:rPr>
      </w:pPr>
      <w:r w:rsidRPr="00F5459D">
        <w:rPr>
          <w:rFonts w:ascii="Calibri" w:hAnsi="Calibri" w:cs="Calibri"/>
        </w:rPr>
        <w:t>Załącznik nr 1 do zapytania ofertowego</w:t>
      </w:r>
    </w:p>
    <w:p w14:paraId="78AFCD0F" w14:textId="77777777" w:rsidR="00F5459D" w:rsidRDefault="00F5459D" w:rsidP="005311E3">
      <w:pPr>
        <w:pStyle w:val="Standard"/>
        <w:spacing w:line="360" w:lineRule="auto"/>
        <w:jc w:val="right"/>
        <w:rPr>
          <w:rFonts w:ascii="Calibri" w:hAnsi="Calibri" w:cs="Calibri"/>
        </w:rPr>
      </w:pPr>
    </w:p>
    <w:p w14:paraId="22FD0DFD" w14:textId="38B9EFE0" w:rsidR="005311E3" w:rsidRDefault="005311E3" w:rsidP="005311E3">
      <w:pPr>
        <w:pStyle w:val="Standard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Zamawiający:</w:t>
      </w:r>
    </w:p>
    <w:p w14:paraId="7EC5D34A" w14:textId="3F564CC0" w:rsidR="005311E3" w:rsidRDefault="00C057F4" w:rsidP="005311E3">
      <w:pPr>
        <w:pStyle w:val="Standard"/>
        <w:spacing w:line="360" w:lineRule="auto"/>
        <w:rPr>
          <w:rFonts w:ascii="Calibri" w:hAnsi="Calibri" w:cs="Calibri"/>
        </w:rPr>
      </w:pPr>
      <w:r w:rsidRPr="00C057F4">
        <w:rPr>
          <w:rFonts w:ascii="Calibri" w:hAnsi="Calibri" w:cs="Calibri"/>
        </w:rPr>
        <w:t>DOBRY DOM DEVELOPMENT SP</w:t>
      </w:r>
      <w:r w:rsidRPr="00C057F4">
        <w:rPr>
          <w:rFonts w:ascii="Calibri" w:hAnsi="Calibri" w:cs="Calibri" w:hint="eastAsia"/>
        </w:rPr>
        <w:t>Ó</w:t>
      </w:r>
      <w:r w:rsidRPr="00C057F4">
        <w:rPr>
          <w:rFonts w:ascii="Calibri" w:hAnsi="Calibri" w:cs="Calibri" w:hint="cs"/>
        </w:rPr>
        <w:t>Ł</w:t>
      </w:r>
      <w:r w:rsidRPr="00C057F4">
        <w:rPr>
          <w:rFonts w:ascii="Calibri" w:hAnsi="Calibri" w:cs="Calibri"/>
        </w:rPr>
        <w:t>KA Z OGRANICZON</w:t>
      </w:r>
      <w:r w:rsidRPr="00C057F4">
        <w:rPr>
          <w:rFonts w:ascii="Calibri" w:hAnsi="Calibri" w:cs="Calibri" w:hint="cs"/>
        </w:rPr>
        <w:t>Ą</w:t>
      </w:r>
      <w:r w:rsidRPr="00C057F4">
        <w:rPr>
          <w:rFonts w:ascii="Calibri" w:hAnsi="Calibri" w:cs="Calibri"/>
        </w:rPr>
        <w:t xml:space="preserve"> ODPOWIEDZIALNO</w:t>
      </w:r>
      <w:r w:rsidRPr="00C057F4">
        <w:rPr>
          <w:rFonts w:ascii="Calibri" w:hAnsi="Calibri" w:cs="Calibri" w:hint="cs"/>
        </w:rPr>
        <w:t>Ś</w:t>
      </w:r>
      <w:r w:rsidRPr="00C057F4">
        <w:rPr>
          <w:rFonts w:ascii="Calibri" w:hAnsi="Calibri" w:cs="Calibri"/>
        </w:rPr>
        <w:t>CI</w:t>
      </w:r>
      <w:r w:rsidRPr="00C057F4">
        <w:rPr>
          <w:rFonts w:ascii="Calibri" w:hAnsi="Calibri" w:cs="Calibri" w:hint="cs"/>
        </w:rPr>
        <w:t>Ą</w:t>
      </w:r>
    </w:p>
    <w:p w14:paraId="5B1F682F" w14:textId="77777777" w:rsidR="007538F8" w:rsidRDefault="007538F8" w:rsidP="005311E3">
      <w:pPr>
        <w:pStyle w:val="Standard"/>
        <w:spacing w:line="360" w:lineRule="auto"/>
        <w:rPr>
          <w:rFonts w:ascii="Calibri" w:hAnsi="Calibri" w:cs="Calibri"/>
        </w:rPr>
      </w:pPr>
      <w:r w:rsidRPr="007538F8">
        <w:rPr>
          <w:rFonts w:ascii="Calibri" w:hAnsi="Calibri" w:cs="Calibri"/>
        </w:rPr>
        <w:t>ul. Zwierzyniecka 32</w:t>
      </w:r>
    </w:p>
    <w:p w14:paraId="4C4C7AEE" w14:textId="494E47A5" w:rsidR="00C057F4" w:rsidRDefault="007538F8" w:rsidP="005311E3">
      <w:pPr>
        <w:pStyle w:val="Standard"/>
        <w:spacing w:line="360" w:lineRule="auto"/>
        <w:rPr>
          <w:rFonts w:ascii="Calibri" w:hAnsi="Calibri" w:cs="Calibri"/>
        </w:rPr>
      </w:pPr>
      <w:r w:rsidRPr="007538F8">
        <w:rPr>
          <w:rFonts w:ascii="Calibri" w:hAnsi="Calibri" w:cs="Calibri"/>
        </w:rPr>
        <w:t>31-105 Kraków</w:t>
      </w:r>
    </w:p>
    <w:p w14:paraId="7546CCD8" w14:textId="77777777" w:rsidR="005311E3" w:rsidRDefault="005311E3" w:rsidP="007538F8">
      <w:pPr>
        <w:pStyle w:val="Standard"/>
        <w:spacing w:line="360" w:lineRule="auto"/>
        <w:rPr>
          <w:rFonts w:ascii="Calibri" w:hAnsi="Calibri" w:cs="Calibri"/>
        </w:rPr>
      </w:pPr>
    </w:p>
    <w:p w14:paraId="087E79A6" w14:textId="77777777" w:rsidR="005311E3" w:rsidRPr="005311E3" w:rsidRDefault="00F5459D" w:rsidP="005311E3">
      <w:pPr>
        <w:pStyle w:val="Standard"/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dotyczy: postępowania o udzielenie zamówienia pod nazwą </w:t>
      </w:r>
      <w:bookmarkStart w:id="0" w:name="_Hlk213065006"/>
      <w:r w:rsidR="005311E3" w:rsidRPr="005311E3">
        <w:rPr>
          <w:rFonts w:ascii="Calibri" w:hAnsi="Calibri" w:cs="Calibri"/>
          <w:b/>
        </w:rPr>
        <w:t>Dostawa wyposażenia meblowego i aranżacji wnętrza</w:t>
      </w:r>
    </w:p>
    <w:bookmarkEnd w:id="0"/>
    <w:p w14:paraId="15AFCC48" w14:textId="77777777" w:rsidR="00F5459D" w:rsidRDefault="00F5459D" w:rsidP="007538F8">
      <w:pPr>
        <w:pStyle w:val="Standard"/>
        <w:spacing w:line="360" w:lineRule="auto"/>
        <w:rPr>
          <w:rFonts w:ascii="Calibri" w:hAnsi="Calibri" w:cs="Calibri"/>
          <w:b/>
          <w:bCs/>
        </w:rPr>
      </w:pPr>
    </w:p>
    <w:p w14:paraId="04C799BD" w14:textId="7EF1D6BB" w:rsidR="00ED0BD1" w:rsidRPr="00630654" w:rsidRDefault="007538F8" w:rsidP="005311E3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SZCZEGÓŁOWY </w:t>
      </w:r>
      <w:r w:rsidR="00630654" w:rsidRPr="00630654">
        <w:rPr>
          <w:rFonts w:ascii="Calibri" w:hAnsi="Calibri" w:cs="Calibri"/>
          <w:b/>
          <w:bCs/>
        </w:rPr>
        <w:t>OPIS PRZEDMIOTU ZAMÓWIENIA</w:t>
      </w:r>
    </w:p>
    <w:p w14:paraId="78619E94" w14:textId="77777777" w:rsidR="00ED0BD1" w:rsidRPr="00630654" w:rsidRDefault="00ED0BD1" w:rsidP="005311E3">
      <w:pPr>
        <w:spacing w:line="360" w:lineRule="auto"/>
        <w:rPr>
          <w:rFonts w:ascii="Calibri" w:hAnsi="Calibri" w:cs="Calibri"/>
          <w:b/>
          <w:bCs/>
          <w:color w:val="0070C0"/>
        </w:rPr>
      </w:pPr>
    </w:p>
    <w:p w14:paraId="540D9970" w14:textId="60021374" w:rsidR="00ED0BD1" w:rsidRPr="00630654" w:rsidRDefault="00E24876" w:rsidP="005311E3">
      <w:pPr>
        <w:pStyle w:val="Akapitzlist"/>
        <w:numPr>
          <w:ilvl w:val="0"/>
          <w:numId w:val="4"/>
        </w:numPr>
        <w:spacing w:after="0" w:line="360" w:lineRule="auto"/>
        <w:ind w:left="36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Przedmiotem zamówienia jest dostawa</w:t>
      </w:r>
      <w:r w:rsidR="00630654" w:rsidRPr="00630654">
        <w:rPr>
          <w:rFonts w:ascii="Calibri" w:hAnsi="Calibri" w:cs="Calibri"/>
        </w:rPr>
        <w:t xml:space="preserve"> wyposażenia meblowego i aranżacji wnętrza</w:t>
      </w:r>
      <w:r w:rsidRPr="00630654">
        <w:rPr>
          <w:rFonts w:ascii="Calibri" w:hAnsi="Calibri" w:cs="Calibri"/>
        </w:rPr>
        <w:t xml:space="preserve"> na potrzeby nowo otwieran</w:t>
      </w:r>
      <w:r w:rsidR="00630654" w:rsidRPr="00630654">
        <w:rPr>
          <w:rFonts w:ascii="Calibri" w:hAnsi="Calibri" w:cs="Calibri"/>
        </w:rPr>
        <w:t>ego</w:t>
      </w:r>
      <w:r w:rsidRPr="00630654">
        <w:rPr>
          <w:rFonts w:ascii="Calibri" w:hAnsi="Calibri" w:cs="Calibri"/>
        </w:rPr>
        <w:t xml:space="preserve"> lokalu gastronomiczn</w:t>
      </w:r>
      <w:r w:rsidR="00630654" w:rsidRPr="00630654">
        <w:rPr>
          <w:rFonts w:ascii="Calibri" w:hAnsi="Calibri" w:cs="Calibri"/>
        </w:rPr>
        <w:t>ego</w:t>
      </w:r>
      <w:r w:rsidRPr="00630654">
        <w:rPr>
          <w:rFonts w:ascii="Calibri" w:hAnsi="Calibri" w:cs="Calibri"/>
        </w:rPr>
        <w:t xml:space="preserve"> (kawiarni) mieszcząc</w:t>
      </w:r>
      <w:r w:rsidR="00630654" w:rsidRPr="00630654">
        <w:rPr>
          <w:rFonts w:ascii="Calibri" w:hAnsi="Calibri" w:cs="Calibri"/>
        </w:rPr>
        <w:t>ej</w:t>
      </w:r>
      <w:r w:rsidRPr="00630654">
        <w:rPr>
          <w:rFonts w:ascii="Calibri" w:hAnsi="Calibri" w:cs="Calibri"/>
        </w:rPr>
        <w:t xml:space="preserve"> się w Krakowie przy ul. </w:t>
      </w:r>
      <w:proofErr w:type="spellStart"/>
      <w:r w:rsidRPr="00630654">
        <w:rPr>
          <w:rFonts w:ascii="Calibri" w:hAnsi="Calibri" w:cs="Calibri"/>
        </w:rPr>
        <w:t>Morsztynowskiej</w:t>
      </w:r>
      <w:proofErr w:type="spellEnd"/>
      <w:r w:rsidRPr="00630654">
        <w:rPr>
          <w:rFonts w:ascii="Calibri" w:hAnsi="Calibri" w:cs="Calibri"/>
        </w:rPr>
        <w:t xml:space="preserve"> 4.</w:t>
      </w:r>
    </w:p>
    <w:p w14:paraId="28C43954" w14:textId="77777777" w:rsidR="00630654" w:rsidRPr="00F24931" w:rsidRDefault="00630654" w:rsidP="005311E3">
      <w:pPr>
        <w:pStyle w:val="Akapitzlist"/>
        <w:numPr>
          <w:ilvl w:val="0"/>
          <w:numId w:val="1"/>
        </w:numPr>
        <w:spacing w:after="0" w:line="360" w:lineRule="auto"/>
        <w:ind w:left="360"/>
        <w:contextualSpacing w:val="0"/>
        <w:rPr>
          <w:rFonts w:ascii="Calibri" w:hAnsi="Calibri" w:cs="Calibri"/>
        </w:rPr>
      </w:pPr>
      <w:r w:rsidRPr="00F24931">
        <w:rPr>
          <w:rFonts w:ascii="Calibri" w:hAnsi="Calibri" w:cs="Calibri"/>
        </w:rPr>
        <w:t>Przedmiot zamówienia obejmuje dostawę:</w:t>
      </w:r>
    </w:p>
    <w:p w14:paraId="0AD8049D" w14:textId="77777777" w:rsidR="0077026D" w:rsidRPr="006360E8" w:rsidRDefault="00F24931" w:rsidP="005311E3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="Calibri" w:hAnsi="Calibri" w:cs="Calibri"/>
          <w:b/>
          <w:bCs/>
        </w:rPr>
      </w:pPr>
      <w:r w:rsidRPr="006360E8">
        <w:rPr>
          <w:rFonts w:ascii="Calibri" w:hAnsi="Calibri" w:cs="Calibri"/>
          <w:b/>
          <w:bCs/>
        </w:rPr>
        <w:t>B</w:t>
      </w:r>
      <w:r w:rsidR="00630654" w:rsidRPr="006360E8">
        <w:rPr>
          <w:rFonts w:ascii="Calibri" w:hAnsi="Calibri" w:cs="Calibri"/>
          <w:b/>
          <w:bCs/>
        </w:rPr>
        <w:t xml:space="preserve">ar zabudowa </w:t>
      </w:r>
      <w:r w:rsidRPr="006360E8">
        <w:rPr>
          <w:rFonts w:ascii="Calibri" w:hAnsi="Calibri" w:cs="Calibri"/>
          <w:b/>
          <w:bCs/>
        </w:rPr>
        <w:t xml:space="preserve">- </w:t>
      </w:r>
      <w:r w:rsidR="00630654" w:rsidRPr="006360E8">
        <w:rPr>
          <w:rFonts w:ascii="Calibri" w:hAnsi="Calibri" w:cs="Calibri"/>
          <w:b/>
          <w:bCs/>
        </w:rPr>
        <w:t>1 szt.</w:t>
      </w:r>
      <w:r w:rsidRPr="006360E8">
        <w:rPr>
          <w:rFonts w:ascii="Calibri" w:hAnsi="Calibri" w:cs="Calibri"/>
          <w:b/>
          <w:bCs/>
        </w:rPr>
        <w:t>, na który składa się:</w:t>
      </w:r>
    </w:p>
    <w:p w14:paraId="1C35BE40" w14:textId="77777777" w:rsidR="000555F2" w:rsidRPr="006360E8" w:rsidRDefault="000555F2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Obudowa instalac</w:t>
      </w:r>
      <w:r w:rsidR="006360E8" w:rsidRPr="006360E8">
        <w:rPr>
          <w:rFonts w:ascii="Calibri" w:hAnsi="Calibri" w:cs="Calibri"/>
        </w:rPr>
        <w:t>j</w:t>
      </w:r>
      <w:r w:rsidRPr="006360E8">
        <w:rPr>
          <w:rFonts w:ascii="Calibri" w:hAnsi="Calibri" w:cs="Calibri"/>
        </w:rPr>
        <w:t>i</w:t>
      </w:r>
      <w:r w:rsidR="006360E8" w:rsidRPr="006360E8">
        <w:rPr>
          <w:rFonts w:ascii="Calibri" w:hAnsi="Calibri" w:cs="Calibri"/>
        </w:rPr>
        <w:t>:</w:t>
      </w:r>
    </w:p>
    <w:p w14:paraId="54D04E1A" w14:textId="77777777" w:rsidR="000555F2" w:rsidRPr="00630654" w:rsidRDefault="000555F2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płyta meblowa 16-18mmm/ laminat HPL</w:t>
      </w:r>
    </w:p>
    <w:p w14:paraId="565125C4" w14:textId="77777777" w:rsidR="000555F2" w:rsidRPr="00630654" w:rsidRDefault="000555F2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optyka mosiądzu</w:t>
      </w:r>
    </w:p>
    <w:p w14:paraId="0222C6BE" w14:textId="77777777" w:rsidR="000555F2" w:rsidRPr="00630654" w:rsidRDefault="000555F2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0B2F2824" w14:textId="77777777" w:rsidR="000555F2" w:rsidRPr="00630654" w:rsidRDefault="000555F2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trudnopalności minimum B-s1, d0</w:t>
      </w:r>
    </w:p>
    <w:p w14:paraId="2B239AA3" w14:textId="77777777" w:rsidR="000555F2" w:rsidRPr="000555F2" w:rsidRDefault="000555F2" w:rsidP="005311E3">
      <w:pPr>
        <w:pStyle w:val="TableContents"/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30654">
        <w:rPr>
          <w:rFonts w:ascii="Calibri" w:hAnsi="Calibri" w:cs="Calibri"/>
        </w:rPr>
        <w:t xml:space="preserve"> wymiar: ~ 265x36x2cm</w:t>
      </w:r>
    </w:p>
    <w:p w14:paraId="0FF03A79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Bar – metaloplastyka górna</w:t>
      </w:r>
      <w:r w:rsidR="006360E8" w:rsidRPr="006360E8">
        <w:rPr>
          <w:rFonts w:ascii="Calibri" w:hAnsi="Calibri" w:cs="Calibri"/>
        </w:rPr>
        <w:t>:</w:t>
      </w:r>
    </w:p>
    <w:p w14:paraId="0DFFE154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stal/ stal nierdzewna lakierowana, szkło, płyta meblowa 18mm</w:t>
      </w:r>
    </w:p>
    <w:p w14:paraId="2C74198A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optyka mosiądzu, przezroczyste, jasny grafit</w:t>
      </w:r>
    </w:p>
    <w:p w14:paraId="7D047FEF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30ACF03E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trudnopalność minimum B-1s, d0</w:t>
      </w:r>
    </w:p>
    <w:p w14:paraId="758958DB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lastRenderedPageBreak/>
        <w:t>- wymiar: ~ 280x77x30cm</w:t>
      </w:r>
    </w:p>
    <w:p w14:paraId="3122BDB3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Bar – podświetlenie półki</w:t>
      </w:r>
      <w:r w:rsidR="006360E8" w:rsidRPr="006360E8">
        <w:rPr>
          <w:rFonts w:ascii="Calibri" w:hAnsi="Calibri" w:cs="Calibri"/>
        </w:rPr>
        <w:t>:</w:t>
      </w:r>
    </w:p>
    <w:p w14:paraId="1CD4447C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taśma LED 12V</w:t>
      </w:r>
    </w:p>
    <w:p w14:paraId="16541554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neutralny</w:t>
      </w:r>
    </w:p>
    <w:p w14:paraId="32C2E78C" w14:textId="77777777" w:rsidR="0077026D" w:rsidRPr="00B735C9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Posiada oznaczenia CE (zgodność z normami UE).</w:t>
      </w:r>
    </w:p>
    <w:p w14:paraId="7A39A9E4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Bar – metaloplastyka – uchwyty na kieliszki</w:t>
      </w:r>
      <w:r w:rsidR="006360E8">
        <w:rPr>
          <w:rFonts w:ascii="Calibri" w:hAnsi="Calibri" w:cs="Calibri"/>
        </w:rPr>
        <w:t>:</w:t>
      </w:r>
    </w:p>
    <w:p w14:paraId="11378D56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stal/ stal nierdzewna lakierowana</w:t>
      </w:r>
    </w:p>
    <w:p w14:paraId="1B35D950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optyka mosiądzu</w:t>
      </w:r>
    </w:p>
    <w:p w14:paraId="7BDE86F5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~40x11cm</w:t>
      </w:r>
    </w:p>
    <w:p w14:paraId="22EC6E59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Bar – pomocnik – 8 szt</w:t>
      </w:r>
      <w:r w:rsidR="006360E8" w:rsidRPr="006360E8">
        <w:rPr>
          <w:rFonts w:ascii="Calibri" w:hAnsi="Calibri" w:cs="Calibri"/>
        </w:rPr>
        <w:t>.</w:t>
      </w:r>
      <w:r w:rsidR="006360E8">
        <w:rPr>
          <w:rFonts w:ascii="Calibri" w:hAnsi="Calibri" w:cs="Calibri"/>
        </w:rPr>
        <w:t>:</w:t>
      </w:r>
    </w:p>
    <w:p w14:paraId="63522439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płyta meblowa 18mm</w:t>
      </w:r>
    </w:p>
    <w:p w14:paraId="61447B04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jasny grafit</w:t>
      </w:r>
    </w:p>
    <w:p w14:paraId="1B304044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251E3531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normy: </w:t>
      </w:r>
      <w:proofErr w:type="spellStart"/>
      <w:r w:rsidRPr="00630654">
        <w:rPr>
          <w:rFonts w:ascii="Calibri" w:hAnsi="Calibri" w:cs="Calibri"/>
        </w:rPr>
        <w:t>trudnopalnośći</w:t>
      </w:r>
      <w:proofErr w:type="spellEnd"/>
      <w:r w:rsidRPr="00630654">
        <w:rPr>
          <w:rFonts w:ascii="Calibri" w:hAnsi="Calibri" w:cs="Calibri"/>
        </w:rPr>
        <w:t xml:space="preserve"> minimum B-s1, d0</w:t>
      </w:r>
    </w:p>
    <w:p w14:paraId="12EB4D07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95x85x60cm</w:t>
      </w:r>
    </w:p>
    <w:p w14:paraId="67F6D02B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Bar – obudowa – 3 szt.</w:t>
      </w:r>
      <w:r w:rsidR="006360E8">
        <w:rPr>
          <w:rFonts w:ascii="Calibri" w:hAnsi="Calibri" w:cs="Calibri"/>
        </w:rPr>
        <w:t>:</w:t>
      </w:r>
    </w:p>
    <w:p w14:paraId="029CFE88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materiał: płyta </w:t>
      </w:r>
      <w:proofErr w:type="spellStart"/>
      <w:r w:rsidRPr="00630654">
        <w:rPr>
          <w:rFonts w:ascii="Calibri" w:hAnsi="Calibri" w:cs="Calibri"/>
        </w:rPr>
        <w:t>mdf</w:t>
      </w:r>
      <w:proofErr w:type="spellEnd"/>
      <w:r w:rsidRPr="00630654">
        <w:rPr>
          <w:rFonts w:ascii="Calibri" w:hAnsi="Calibri" w:cs="Calibri"/>
        </w:rPr>
        <w:t xml:space="preserve"> 18mm</w:t>
      </w:r>
    </w:p>
    <w:p w14:paraId="5BDD5303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lakier szary</w:t>
      </w:r>
    </w:p>
    <w:p w14:paraId="54C68F5B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trudnopalności minimum B-s1, d0</w:t>
      </w:r>
    </w:p>
    <w:p w14:paraId="60766ACD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~ 284x110x100cm</w:t>
      </w:r>
    </w:p>
    <w:p w14:paraId="39EC2505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 xml:space="preserve">Bar – blat kamienny – 1 </w:t>
      </w:r>
      <w:proofErr w:type="spellStart"/>
      <w:r w:rsidRPr="006360E8">
        <w:rPr>
          <w:rFonts w:ascii="Calibri" w:hAnsi="Calibri" w:cs="Calibri"/>
        </w:rPr>
        <w:t>kpl</w:t>
      </w:r>
      <w:proofErr w:type="spellEnd"/>
      <w:r w:rsidR="006360E8">
        <w:rPr>
          <w:rFonts w:ascii="Calibri" w:hAnsi="Calibri" w:cs="Calibri"/>
        </w:rPr>
        <w:t>:</w:t>
      </w:r>
    </w:p>
    <w:p w14:paraId="335515E5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granit naturalny</w:t>
      </w:r>
    </w:p>
    <w:p w14:paraId="6235CD4D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kolor</w:t>
      </w:r>
      <w:proofErr w:type="spellEnd"/>
      <w:r w:rsidRPr="00630654">
        <w:rPr>
          <w:rFonts w:ascii="Calibri" w:hAnsi="Calibri" w:cs="Calibri"/>
          <w:lang w:val="en-GB"/>
        </w:rPr>
        <w:t xml:space="preserve">: </w:t>
      </w:r>
      <w:proofErr w:type="spellStart"/>
      <w:r w:rsidRPr="00630654">
        <w:rPr>
          <w:rFonts w:ascii="Calibri" w:hAnsi="Calibri" w:cs="Calibri"/>
          <w:lang w:val="en-GB"/>
        </w:rPr>
        <w:t>czarny</w:t>
      </w:r>
      <w:proofErr w:type="spellEnd"/>
    </w:p>
    <w:p w14:paraId="4511FE61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normy</w:t>
      </w:r>
      <w:proofErr w:type="spellEnd"/>
      <w:r w:rsidRPr="00630654">
        <w:rPr>
          <w:rFonts w:ascii="Calibri" w:hAnsi="Calibri" w:cs="Calibri"/>
          <w:lang w:val="en-GB"/>
        </w:rPr>
        <w:t>: EN12372; EN13161; EN14231; EN1936; EN13364; ENISO12573; EN12524</w:t>
      </w:r>
    </w:p>
    <w:p w14:paraId="5E58AF4B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cechy dodatkowe: powierzchnia polerowana</w:t>
      </w:r>
    </w:p>
    <w:p w14:paraId="0B49CB35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Okładzina ścienna + zabudowa wentylacji</w:t>
      </w:r>
      <w:r w:rsidR="006360E8">
        <w:rPr>
          <w:rFonts w:ascii="Calibri" w:hAnsi="Calibri" w:cs="Calibri"/>
        </w:rPr>
        <w:t>:</w:t>
      </w:r>
    </w:p>
    <w:p w14:paraId="29056681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płyta meblowa 18mm</w:t>
      </w:r>
    </w:p>
    <w:p w14:paraId="4F3A29D2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dąb dziki/ tajga</w:t>
      </w:r>
    </w:p>
    <w:p w14:paraId="056337A8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lastRenderedPageBreak/>
        <w:t>- atesty: higieniczny</w:t>
      </w:r>
    </w:p>
    <w:p w14:paraId="4A5ADDC1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trudnopalności minimum B-s1, d0</w:t>
      </w:r>
    </w:p>
    <w:p w14:paraId="1AFA1805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550x240x4cm</w:t>
      </w:r>
    </w:p>
    <w:p w14:paraId="077848AB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Przejście do kuchni</w:t>
      </w:r>
      <w:r w:rsidR="006360E8" w:rsidRPr="006360E8">
        <w:rPr>
          <w:rFonts w:ascii="Calibri" w:hAnsi="Calibri" w:cs="Calibri"/>
        </w:rPr>
        <w:t>:</w:t>
      </w:r>
    </w:p>
    <w:p w14:paraId="2C887B39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materiał: płyta meblowa 18mm, płyta </w:t>
      </w:r>
      <w:proofErr w:type="spellStart"/>
      <w:r w:rsidRPr="00630654">
        <w:rPr>
          <w:rFonts w:ascii="Calibri" w:hAnsi="Calibri" w:cs="Calibri"/>
        </w:rPr>
        <w:t>mdf</w:t>
      </w:r>
      <w:proofErr w:type="spellEnd"/>
      <w:r w:rsidRPr="00630654">
        <w:rPr>
          <w:rFonts w:ascii="Calibri" w:hAnsi="Calibri" w:cs="Calibri"/>
        </w:rPr>
        <w:t xml:space="preserve"> 18mm</w:t>
      </w:r>
    </w:p>
    <w:p w14:paraId="0AEC0EE7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jasny grafit/ szary</w:t>
      </w:r>
    </w:p>
    <w:p w14:paraId="1D047B8D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50049C93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trudnopalności minimum B-s1, d0</w:t>
      </w:r>
    </w:p>
    <w:p w14:paraId="5BF790C3" w14:textId="77777777" w:rsidR="0077026D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~100x22x80cm</w:t>
      </w:r>
    </w:p>
    <w:p w14:paraId="43796F1E" w14:textId="77777777" w:rsidR="0077026D" w:rsidRPr="006360E8" w:rsidRDefault="0077026D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Lamperia na ścianie</w:t>
      </w:r>
      <w:r w:rsidR="006360E8">
        <w:rPr>
          <w:rFonts w:ascii="Calibri" w:hAnsi="Calibri" w:cs="Calibri"/>
        </w:rPr>
        <w:t>:</w:t>
      </w:r>
    </w:p>
    <w:p w14:paraId="24A8A96B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materiał: płyta meblowa 18mm, płyta </w:t>
      </w:r>
      <w:proofErr w:type="spellStart"/>
      <w:r w:rsidRPr="00630654">
        <w:rPr>
          <w:rFonts w:ascii="Calibri" w:hAnsi="Calibri" w:cs="Calibri"/>
        </w:rPr>
        <w:t>mdf</w:t>
      </w:r>
      <w:proofErr w:type="spellEnd"/>
      <w:r w:rsidRPr="00630654">
        <w:rPr>
          <w:rFonts w:ascii="Calibri" w:hAnsi="Calibri" w:cs="Calibri"/>
        </w:rPr>
        <w:t xml:space="preserve"> 18mm</w:t>
      </w:r>
    </w:p>
    <w:p w14:paraId="75782757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jasny grafit/ szary</w:t>
      </w:r>
    </w:p>
    <w:p w14:paraId="1D8A1AA9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562D8828" w14:textId="77777777" w:rsidR="0077026D" w:rsidRPr="00630654" w:rsidRDefault="0077026D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normy: </w:t>
      </w:r>
      <w:proofErr w:type="spellStart"/>
      <w:r w:rsidRPr="00630654">
        <w:rPr>
          <w:rFonts w:ascii="Calibri" w:hAnsi="Calibri" w:cs="Calibri"/>
        </w:rPr>
        <w:t>trudnoplaności</w:t>
      </w:r>
      <w:proofErr w:type="spellEnd"/>
      <w:r w:rsidRPr="00630654">
        <w:rPr>
          <w:rFonts w:ascii="Calibri" w:hAnsi="Calibri" w:cs="Calibri"/>
        </w:rPr>
        <w:t xml:space="preserve"> minimum B-s1, d0</w:t>
      </w:r>
    </w:p>
    <w:p w14:paraId="2BCD3A4D" w14:textId="77777777" w:rsidR="00B41D47" w:rsidRDefault="0077026D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350x3,6x90cm</w:t>
      </w:r>
    </w:p>
    <w:p w14:paraId="7B4278A8" w14:textId="77777777" w:rsidR="00B41D47" w:rsidRPr="006360E8" w:rsidRDefault="00B41D47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  <w:lang w:val="en-GB"/>
        </w:rPr>
      </w:pPr>
      <w:r w:rsidRPr="006360E8">
        <w:rPr>
          <w:rFonts w:ascii="Calibri" w:hAnsi="Calibri" w:cs="Calibri"/>
          <w:lang w:val="en-GB"/>
        </w:rPr>
        <w:t xml:space="preserve">Hocker – 4 </w:t>
      </w:r>
      <w:proofErr w:type="spellStart"/>
      <w:r w:rsidRPr="006360E8">
        <w:rPr>
          <w:rFonts w:ascii="Calibri" w:hAnsi="Calibri" w:cs="Calibri"/>
          <w:lang w:val="en-GB"/>
        </w:rPr>
        <w:t>szt</w:t>
      </w:r>
      <w:proofErr w:type="spellEnd"/>
      <w:r w:rsidRPr="006360E8">
        <w:rPr>
          <w:rFonts w:ascii="Calibri" w:hAnsi="Calibri" w:cs="Calibri"/>
          <w:lang w:val="en-GB"/>
        </w:rPr>
        <w:t>.</w:t>
      </w:r>
      <w:r w:rsidR="006360E8">
        <w:rPr>
          <w:rFonts w:ascii="Calibri" w:hAnsi="Calibri" w:cs="Calibri"/>
          <w:lang w:val="en-GB"/>
        </w:rPr>
        <w:t>:</w:t>
      </w:r>
    </w:p>
    <w:p w14:paraId="401BB952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  <w:lang w:val="de-DE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materiał</w:t>
      </w:r>
      <w:proofErr w:type="spellEnd"/>
      <w:r w:rsidRPr="00630654">
        <w:rPr>
          <w:rFonts w:ascii="Calibri" w:hAnsi="Calibri" w:cs="Calibri"/>
          <w:lang w:val="en-GB"/>
        </w:rPr>
        <w:t xml:space="preserve">: </w:t>
      </w:r>
      <w:r w:rsidRPr="00630654">
        <w:rPr>
          <w:rFonts w:ascii="Calibri" w:hAnsi="Calibri" w:cs="Calibri"/>
          <w:color w:val="121212"/>
          <w:lang w:val="en-GB"/>
        </w:rPr>
        <w:t>velvet,</w:t>
      </w:r>
    </w:p>
    <w:p w14:paraId="02A15509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kolor</w:t>
      </w:r>
      <w:proofErr w:type="spellEnd"/>
      <w:r w:rsidRPr="00630654">
        <w:rPr>
          <w:rFonts w:ascii="Calibri" w:hAnsi="Calibri" w:cs="Calibri"/>
          <w:lang w:val="en-GB"/>
        </w:rPr>
        <w:t xml:space="preserve">: </w:t>
      </w:r>
      <w:proofErr w:type="spellStart"/>
      <w:r w:rsidRPr="00630654">
        <w:rPr>
          <w:rFonts w:ascii="Calibri" w:hAnsi="Calibri" w:cs="Calibri"/>
          <w:lang w:val="en-GB"/>
        </w:rPr>
        <w:t>musztarda</w:t>
      </w:r>
      <w:proofErr w:type="spellEnd"/>
      <w:r w:rsidRPr="00630654">
        <w:rPr>
          <w:rFonts w:ascii="Calibri" w:hAnsi="Calibri" w:cs="Calibri"/>
          <w:lang w:val="en-GB"/>
        </w:rPr>
        <w:t xml:space="preserve">, </w:t>
      </w:r>
      <w:proofErr w:type="spellStart"/>
      <w:r w:rsidRPr="00630654">
        <w:rPr>
          <w:rFonts w:ascii="Calibri" w:hAnsi="Calibri" w:cs="Calibri"/>
          <w:lang w:val="en-GB"/>
        </w:rPr>
        <w:t>granat</w:t>
      </w:r>
      <w:proofErr w:type="spellEnd"/>
    </w:p>
    <w:p w14:paraId="0247F05F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atesty</w:t>
      </w:r>
      <w:proofErr w:type="spellEnd"/>
      <w:r w:rsidRPr="00630654">
        <w:rPr>
          <w:rFonts w:ascii="Calibri" w:hAnsi="Calibri" w:cs="Calibri"/>
          <w:lang w:val="en-GB"/>
        </w:rPr>
        <w:t>: ISO 12947-2:2000; ISO 105 X12:2005, ISO 12945-2:2002</w:t>
      </w:r>
    </w:p>
    <w:p w14:paraId="1CDD2589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cechy dodatkowe: stalowa rama, </w:t>
      </w:r>
      <w:r w:rsidRPr="00630654">
        <w:rPr>
          <w:rFonts w:ascii="Calibri" w:hAnsi="Calibri" w:cs="Calibri"/>
          <w:color w:val="121212"/>
        </w:rPr>
        <w:t>330 g/m2 +/- 5%</w:t>
      </w:r>
    </w:p>
    <w:p w14:paraId="6AF5CC02" w14:textId="77777777" w:rsidR="00B41D47" w:rsidRDefault="00B41D47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55x52x90cm</w:t>
      </w:r>
    </w:p>
    <w:p w14:paraId="72A059B7" w14:textId="77777777" w:rsidR="00B41D47" w:rsidRPr="006360E8" w:rsidRDefault="00B41D47" w:rsidP="005311E3">
      <w:pPr>
        <w:pStyle w:val="TableContents"/>
        <w:numPr>
          <w:ilvl w:val="0"/>
          <w:numId w:val="8"/>
        </w:numPr>
        <w:spacing w:line="360" w:lineRule="auto"/>
        <w:ind w:left="360"/>
        <w:rPr>
          <w:rFonts w:ascii="Calibri" w:hAnsi="Calibri" w:cs="Calibri"/>
        </w:rPr>
      </w:pPr>
      <w:r w:rsidRPr="006360E8">
        <w:rPr>
          <w:rFonts w:ascii="Calibri" w:hAnsi="Calibri" w:cs="Calibri"/>
        </w:rPr>
        <w:t>Bar – konstrukcja gastro – 4 szt.</w:t>
      </w:r>
      <w:r w:rsidR="006360E8" w:rsidRPr="006360E8">
        <w:rPr>
          <w:rFonts w:ascii="Calibri" w:hAnsi="Calibri" w:cs="Calibri"/>
        </w:rPr>
        <w:t>:</w:t>
      </w:r>
    </w:p>
    <w:p w14:paraId="0C9EBE64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stal nierdzewna AISI304 (1.4301 wg DIN)</w:t>
      </w:r>
    </w:p>
    <w:p w14:paraId="40FAAE03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stal</w:t>
      </w:r>
    </w:p>
    <w:p w14:paraId="6BF27EF5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Atest meblowy PZH, B-BŻ-6071-29/21/D</w:t>
      </w:r>
    </w:p>
    <w:p w14:paraId="50FD5CFD" w14:textId="77777777" w:rsidR="00B41D47" w:rsidRPr="0077026D" w:rsidRDefault="00B41D47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2840x700x250/1150; 900x600x850; 1200x600x850 [mm]</w:t>
      </w:r>
    </w:p>
    <w:p w14:paraId="22E5239D" w14:textId="77777777" w:rsidR="00B41D47" w:rsidRPr="006360E8" w:rsidRDefault="006360E8" w:rsidP="005311E3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ascii="Calibri" w:hAnsi="Calibri" w:cs="Calibri"/>
          <w:b/>
          <w:bCs/>
        </w:rPr>
      </w:pPr>
      <w:r w:rsidRPr="006360E8">
        <w:rPr>
          <w:rFonts w:ascii="Calibri" w:hAnsi="Calibri" w:cs="Calibri"/>
          <w:b/>
          <w:bCs/>
        </w:rPr>
        <w:t>L</w:t>
      </w:r>
      <w:r w:rsidR="00630654" w:rsidRPr="006360E8">
        <w:rPr>
          <w:rFonts w:ascii="Calibri" w:hAnsi="Calibri" w:cs="Calibri"/>
          <w:b/>
          <w:bCs/>
        </w:rPr>
        <w:t>ustra w ramach 3 szt.</w:t>
      </w:r>
      <w:r w:rsidRPr="006360E8">
        <w:rPr>
          <w:rFonts w:ascii="Calibri" w:hAnsi="Calibri" w:cs="Calibri"/>
          <w:b/>
          <w:bCs/>
        </w:rPr>
        <w:t>:</w:t>
      </w:r>
      <w:r w:rsidR="00630654" w:rsidRPr="006360E8">
        <w:rPr>
          <w:rFonts w:ascii="Calibri" w:hAnsi="Calibri" w:cs="Calibri"/>
          <w:b/>
          <w:bCs/>
        </w:rPr>
        <w:t xml:space="preserve"> </w:t>
      </w:r>
    </w:p>
    <w:p w14:paraId="4B93FF5F" w14:textId="77777777" w:rsidR="00B41D47" w:rsidRPr="006360E8" w:rsidRDefault="006360E8" w:rsidP="005311E3">
      <w:pPr>
        <w:pStyle w:val="TableContents"/>
        <w:spacing w:line="360" w:lineRule="auto"/>
        <w:rPr>
          <w:rFonts w:ascii="Calibri" w:hAnsi="Calibri" w:cs="Calibri"/>
        </w:rPr>
      </w:pPr>
      <w:r w:rsidRPr="006360E8">
        <w:rPr>
          <w:rFonts w:ascii="Calibri" w:hAnsi="Calibri" w:cs="Calibri"/>
        </w:rPr>
        <w:t xml:space="preserve">- </w:t>
      </w:r>
      <w:r w:rsidR="00B41D47" w:rsidRPr="006360E8">
        <w:rPr>
          <w:rFonts w:ascii="Calibri" w:hAnsi="Calibri" w:cs="Calibri"/>
        </w:rPr>
        <w:t>materiał: stal/ stal nierdzewna lakierowana/ płyta meblowa 16-18mm, lustro 4mm</w:t>
      </w:r>
    </w:p>
    <w:p w14:paraId="07B8C857" w14:textId="77777777" w:rsidR="00B41D47" w:rsidRPr="006360E8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60E8">
        <w:rPr>
          <w:rFonts w:ascii="Calibri" w:hAnsi="Calibri" w:cs="Calibri"/>
        </w:rPr>
        <w:lastRenderedPageBreak/>
        <w:t>- kolor: optyka mosiądzu, czarny głęboki mat, srebrne</w:t>
      </w:r>
    </w:p>
    <w:p w14:paraId="56EA6980" w14:textId="77777777" w:rsidR="00B41D47" w:rsidRPr="006360E8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60E8">
        <w:rPr>
          <w:rFonts w:ascii="Calibri" w:hAnsi="Calibri" w:cs="Calibri"/>
        </w:rPr>
        <w:t>- atesty: higieniczny</w:t>
      </w:r>
    </w:p>
    <w:p w14:paraId="79DE40AB" w14:textId="77777777" w:rsidR="00B41D47" w:rsidRPr="006360E8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60E8">
        <w:rPr>
          <w:rFonts w:ascii="Calibri" w:hAnsi="Calibri" w:cs="Calibri"/>
        </w:rPr>
        <w:t>- normy: trudnopalności minimum B-s1. d0</w:t>
      </w:r>
    </w:p>
    <w:p w14:paraId="5E63D2E9" w14:textId="77777777" w:rsidR="00B41D47" w:rsidRPr="006360E8" w:rsidRDefault="00B41D47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60E8">
        <w:rPr>
          <w:rFonts w:ascii="Calibri" w:hAnsi="Calibri" w:cs="Calibri"/>
        </w:rPr>
        <w:t>- wymiar: ~ 383x210x6cm</w:t>
      </w:r>
    </w:p>
    <w:p w14:paraId="369F18F9" w14:textId="77777777" w:rsidR="00630654" w:rsidRPr="000555F2" w:rsidRDefault="006360E8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W</w:t>
      </w:r>
      <w:r w:rsidR="00630654" w:rsidRPr="000555F2">
        <w:rPr>
          <w:rFonts w:ascii="Calibri" w:hAnsi="Calibri" w:cs="Calibri"/>
          <w:b/>
          <w:bCs/>
        </w:rPr>
        <w:t>ydawka</w:t>
      </w:r>
      <w:proofErr w:type="spellEnd"/>
      <w:r w:rsidR="00630654" w:rsidRPr="000555F2">
        <w:rPr>
          <w:rFonts w:ascii="Calibri" w:hAnsi="Calibri" w:cs="Calibri"/>
          <w:b/>
          <w:bCs/>
        </w:rPr>
        <w:t xml:space="preserve"> śniadań 1</w:t>
      </w:r>
      <w:r>
        <w:rPr>
          <w:rFonts w:ascii="Calibri" w:hAnsi="Calibri" w:cs="Calibri"/>
          <w:b/>
          <w:bCs/>
        </w:rPr>
        <w:t xml:space="preserve"> </w:t>
      </w:r>
      <w:r w:rsidR="00630654" w:rsidRPr="000555F2">
        <w:rPr>
          <w:rFonts w:ascii="Calibri" w:hAnsi="Calibri" w:cs="Calibri"/>
          <w:b/>
          <w:bCs/>
        </w:rPr>
        <w:t>szt</w:t>
      </w:r>
      <w:r>
        <w:rPr>
          <w:rFonts w:ascii="Calibri" w:hAnsi="Calibri" w:cs="Calibri"/>
          <w:b/>
          <w:bCs/>
        </w:rPr>
        <w:t>.</w:t>
      </w:r>
      <w:r w:rsidR="00630654" w:rsidRPr="000555F2">
        <w:rPr>
          <w:rFonts w:ascii="Calibri" w:hAnsi="Calibri" w:cs="Calibri"/>
          <w:b/>
          <w:bCs/>
        </w:rPr>
        <w:t>:</w:t>
      </w:r>
    </w:p>
    <w:p w14:paraId="108DEA9E" w14:textId="77777777" w:rsidR="00630654" w:rsidRPr="006360E8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60E8">
        <w:rPr>
          <w:rFonts w:ascii="Calibri" w:hAnsi="Calibri" w:cs="Calibri"/>
        </w:rPr>
        <w:t xml:space="preserve">Lada </w:t>
      </w:r>
      <w:proofErr w:type="spellStart"/>
      <w:r w:rsidRPr="006360E8">
        <w:rPr>
          <w:rFonts w:ascii="Calibri" w:hAnsi="Calibri" w:cs="Calibri"/>
        </w:rPr>
        <w:t>wydawka</w:t>
      </w:r>
      <w:proofErr w:type="spellEnd"/>
      <w:r w:rsidR="000555F2" w:rsidRPr="006360E8">
        <w:rPr>
          <w:rFonts w:ascii="Calibri" w:hAnsi="Calibri" w:cs="Calibri"/>
        </w:rPr>
        <w:t xml:space="preserve"> – konstrukcja:</w:t>
      </w:r>
    </w:p>
    <w:p w14:paraId="2F6E60ED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płyta meblowa 16-18mm, laminat HPL, stal/stal nierdzewna lakierowana.</w:t>
      </w:r>
    </w:p>
    <w:p w14:paraId="38894069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czarny głęboki mat, optyka mosiądzu</w:t>
      </w:r>
    </w:p>
    <w:p w14:paraId="0478CD98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297404B4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trudnopalności B-s1, d0</w:t>
      </w:r>
    </w:p>
    <w:p w14:paraId="62E547FA" w14:textId="77777777" w:rsidR="00630654" w:rsidRPr="00630654" w:rsidRDefault="00630654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~ 200x110x60cm</w:t>
      </w:r>
    </w:p>
    <w:p w14:paraId="110732D1" w14:textId="77777777" w:rsidR="00630654" w:rsidRPr="006360E8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60E8">
        <w:rPr>
          <w:rFonts w:ascii="Calibri" w:hAnsi="Calibri" w:cs="Calibri"/>
        </w:rPr>
        <w:t xml:space="preserve">Lada </w:t>
      </w:r>
      <w:proofErr w:type="spellStart"/>
      <w:r w:rsidRPr="006360E8">
        <w:rPr>
          <w:rFonts w:ascii="Calibri" w:hAnsi="Calibri" w:cs="Calibri"/>
        </w:rPr>
        <w:t>wydawka</w:t>
      </w:r>
      <w:proofErr w:type="spellEnd"/>
      <w:r w:rsidRPr="006360E8">
        <w:rPr>
          <w:rFonts w:ascii="Calibri" w:hAnsi="Calibri" w:cs="Calibri"/>
        </w:rPr>
        <w:t xml:space="preserve"> </w:t>
      </w:r>
      <w:r w:rsidR="006360E8">
        <w:rPr>
          <w:rFonts w:ascii="Calibri" w:hAnsi="Calibri" w:cs="Calibri"/>
        </w:rPr>
        <w:t>–</w:t>
      </w:r>
      <w:r w:rsidRPr="006360E8">
        <w:rPr>
          <w:rFonts w:ascii="Calibri" w:hAnsi="Calibri" w:cs="Calibri"/>
        </w:rPr>
        <w:t xml:space="preserve"> blat</w:t>
      </w:r>
      <w:r w:rsidR="006360E8">
        <w:rPr>
          <w:rFonts w:ascii="Calibri" w:hAnsi="Calibri" w:cs="Calibri"/>
        </w:rPr>
        <w:t>:</w:t>
      </w:r>
    </w:p>
    <w:p w14:paraId="5C352C1A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granit naturalny</w:t>
      </w:r>
    </w:p>
    <w:p w14:paraId="7EE9D9C7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kolor</w:t>
      </w:r>
      <w:proofErr w:type="spellEnd"/>
      <w:r w:rsidRPr="00630654">
        <w:rPr>
          <w:rFonts w:ascii="Calibri" w:hAnsi="Calibri" w:cs="Calibri"/>
          <w:lang w:val="en-GB"/>
        </w:rPr>
        <w:t xml:space="preserve">: </w:t>
      </w:r>
      <w:proofErr w:type="spellStart"/>
      <w:r w:rsidRPr="00630654">
        <w:rPr>
          <w:rFonts w:ascii="Calibri" w:hAnsi="Calibri" w:cs="Calibri"/>
          <w:lang w:val="en-GB"/>
        </w:rPr>
        <w:t>czarny</w:t>
      </w:r>
      <w:proofErr w:type="spellEnd"/>
    </w:p>
    <w:p w14:paraId="6C549C8E" w14:textId="77777777" w:rsidR="00630654" w:rsidRPr="00630654" w:rsidRDefault="00630654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630654">
        <w:rPr>
          <w:rFonts w:ascii="Calibri" w:hAnsi="Calibri" w:cs="Calibri"/>
          <w:lang w:val="en-GB"/>
        </w:rPr>
        <w:t xml:space="preserve">- </w:t>
      </w:r>
      <w:proofErr w:type="spellStart"/>
      <w:r w:rsidRPr="00630654">
        <w:rPr>
          <w:rFonts w:ascii="Calibri" w:hAnsi="Calibri" w:cs="Calibri"/>
          <w:lang w:val="en-GB"/>
        </w:rPr>
        <w:t>normy</w:t>
      </w:r>
      <w:proofErr w:type="spellEnd"/>
      <w:r w:rsidRPr="00630654">
        <w:rPr>
          <w:rFonts w:ascii="Calibri" w:hAnsi="Calibri" w:cs="Calibri"/>
          <w:lang w:val="en-GB"/>
        </w:rPr>
        <w:t>: EN12372; EN13161; EN14231; EN1936; EN13364; ENISO12573; EN12524</w:t>
      </w:r>
    </w:p>
    <w:p w14:paraId="0506D7C5" w14:textId="77777777" w:rsidR="00630654" w:rsidRPr="00630654" w:rsidRDefault="00630654" w:rsidP="005311E3">
      <w:pPr>
        <w:pStyle w:val="Akapitzlist"/>
        <w:spacing w:after="0" w:line="360" w:lineRule="auto"/>
        <w:ind w:left="0" w:firstLine="0"/>
        <w:contextualSpacing w:val="0"/>
        <w:rPr>
          <w:rFonts w:ascii="Calibri" w:hAnsi="Calibri" w:cs="Calibri"/>
          <w:color w:val="EE0000"/>
        </w:rPr>
      </w:pPr>
      <w:r w:rsidRPr="00630654">
        <w:rPr>
          <w:rFonts w:ascii="Calibri" w:hAnsi="Calibri" w:cs="Calibri"/>
        </w:rPr>
        <w:t>- cechy dodatkowe: powierzchnia polerowana</w:t>
      </w:r>
    </w:p>
    <w:p w14:paraId="72904E7F" w14:textId="77777777" w:rsidR="00630654" w:rsidRPr="000555F2" w:rsidRDefault="006360E8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</w:t>
      </w:r>
      <w:r w:rsidR="00630654" w:rsidRPr="000555F2">
        <w:rPr>
          <w:rFonts w:ascii="Calibri" w:hAnsi="Calibri" w:cs="Calibri"/>
          <w:b/>
          <w:bCs/>
        </w:rPr>
        <w:t>zafka winiarka 1 szt.</w:t>
      </w:r>
      <w:r w:rsidR="000555F2">
        <w:rPr>
          <w:rFonts w:ascii="Calibri" w:hAnsi="Calibri" w:cs="Calibri"/>
          <w:b/>
          <w:bCs/>
        </w:rPr>
        <w:t>:</w:t>
      </w:r>
    </w:p>
    <w:p w14:paraId="2520453D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 xml:space="preserve">- materiał: płyta meblowa 18mm, płyta </w:t>
      </w:r>
      <w:proofErr w:type="spellStart"/>
      <w:r w:rsidRPr="00630654">
        <w:rPr>
          <w:rFonts w:ascii="Calibri" w:hAnsi="Calibri" w:cs="Calibri"/>
        </w:rPr>
        <w:t>mdf</w:t>
      </w:r>
      <w:proofErr w:type="spellEnd"/>
      <w:r w:rsidRPr="00630654">
        <w:rPr>
          <w:rFonts w:ascii="Calibri" w:hAnsi="Calibri" w:cs="Calibri"/>
        </w:rPr>
        <w:t xml:space="preserve"> 18mm</w:t>
      </w:r>
    </w:p>
    <w:p w14:paraId="620D0C9A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jasny grafit/ szary</w:t>
      </w:r>
    </w:p>
    <w:p w14:paraId="29A948D0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5E5B175F" w14:textId="77777777" w:rsidR="00B41D47" w:rsidRPr="00630654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normy: trudnopalność minimum B-s1, d0</w:t>
      </w:r>
    </w:p>
    <w:p w14:paraId="679C801C" w14:textId="77777777" w:rsidR="00B41D47" w:rsidRPr="00630654" w:rsidRDefault="00B41D47" w:rsidP="005311E3">
      <w:pPr>
        <w:spacing w:line="360" w:lineRule="auto"/>
        <w:rPr>
          <w:rFonts w:ascii="Calibri" w:hAnsi="Calibri" w:cs="Calibri"/>
          <w:color w:val="EE0000"/>
        </w:rPr>
      </w:pPr>
      <w:r w:rsidRPr="00630654">
        <w:rPr>
          <w:rFonts w:ascii="Calibri" w:hAnsi="Calibri" w:cs="Calibri"/>
        </w:rPr>
        <w:t>- wymiar: ~ 200x246x30cm</w:t>
      </w:r>
    </w:p>
    <w:p w14:paraId="79EBA1E3" w14:textId="77777777" w:rsidR="00F24931" w:rsidRPr="00352BF7" w:rsidRDefault="00352BF7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>S</w:t>
      </w:r>
      <w:r w:rsidR="00630654" w:rsidRPr="00352BF7">
        <w:rPr>
          <w:rFonts w:ascii="Calibri" w:hAnsi="Calibri" w:cs="Calibri"/>
          <w:b/>
          <w:bCs/>
        </w:rPr>
        <w:t>iedzisko tapicerowane 1 szt</w:t>
      </w:r>
      <w:r w:rsidRPr="00352BF7">
        <w:rPr>
          <w:rFonts w:ascii="Calibri" w:hAnsi="Calibri" w:cs="Calibri"/>
          <w:b/>
          <w:bCs/>
        </w:rPr>
        <w:t>.:</w:t>
      </w:r>
    </w:p>
    <w:p w14:paraId="5FAE7AFF" w14:textId="77777777" w:rsidR="00352BF7" w:rsidRPr="00352BF7" w:rsidRDefault="00352BF7" w:rsidP="005311E3">
      <w:pPr>
        <w:pStyle w:val="TableContents"/>
        <w:spacing w:line="360" w:lineRule="auto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 xml:space="preserve">Ławka </w:t>
      </w:r>
    </w:p>
    <w:p w14:paraId="43B17A74" w14:textId="77777777" w:rsidR="00352BF7" w:rsidRPr="00352BF7" w:rsidRDefault="00352BF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materiał: Płyta meblowa, </w:t>
      </w:r>
      <w:proofErr w:type="spellStart"/>
      <w:r w:rsidRPr="00352BF7">
        <w:rPr>
          <w:rFonts w:ascii="Calibri" w:hAnsi="Calibri" w:cs="Calibri"/>
        </w:rPr>
        <w:t>velvet</w:t>
      </w:r>
      <w:proofErr w:type="spellEnd"/>
    </w:p>
    <w:p w14:paraId="0AB38A9D" w14:textId="77777777" w:rsidR="00352BF7" w:rsidRPr="00352BF7" w:rsidRDefault="00352BF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musztardowy</w:t>
      </w:r>
    </w:p>
    <w:p w14:paraId="24D94DAD" w14:textId="77777777" w:rsidR="00352BF7" w:rsidRPr="00352BF7" w:rsidRDefault="00352BF7" w:rsidP="005311E3">
      <w:pPr>
        <w:spacing w:line="360" w:lineRule="auto"/>
        <w:rPr>
          <w:rFonts w:ascii="Calibri" w:hAnsi="Calibri" w:cs="Calibri"/>
          <w:lang w:val="de-DE"/>
        </w:rPr>
      </w:pPr>
      <w:r w:rsidRPr="00352BF7">
        <w:rPr>
          <w:rFonts w:ascii="Calibri" w:hAnsi="Calibri" w:cs="Calibri"/>
          <w:lang w:val="en-GB"/>
        </w:rPr>
        <w:t xml:space="preserve">- </w:t>
      </w:r>
      <w:proofErr w:type="spellStart"/>
      <w:r w:rsidRPr="00352BF7">
        <w:rPr>
          <w:rFonts w:ascii="Calibri" w:hAnsi="Calibri" w:cs="Calibri"/>
          <w:lang w:val="en-GB"/>
        </w:rPr>
        <w:t>atesty</w:t>
      </w:r>
      <w:proofErr w:type="spellEnd"/>
      <w:r w:rsidRPr="00352BF7">
        <w:rPr>
          <w:rFonts w:ascii="Calibri" w:hAnsi="Calibri" w:cs="Calibri"/>
          <w:lang w:val="en-GB"/>
        </w:rPr>
        <w:t>: SO 12947-2:2000; ISO 105 X12:2005, ISO 12945-2:2002</w:t>
      </w:r>
    </w:p>
    <w:p w14:paraId="3F85B8DE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>Dekoracja z metaloplastyki nad ławką</w:t>
      </w:r>
    </w:p>
    <w:p w14:paraId="08120062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lastRenderedPageBreak/>
        <w:t>- materiał:</w:t>
      </w:r>
      <w:r w:rsidR="00352BF7" w:rsidRPr="00352BF7">
        <w:rPr>
          <w:rFonts w:ascii="Calibri" w:hAnsi="Calibri" w:cs="Calibri"/>
        </w:rPr>
        <w:t xml:space="preserve"> </w:t>
      </w:r>
      <w:r w:rsidRPr="00352BF7">
        <w:rPr>
          <w:rFonts w:ascii="Calibri" w:hAnsi="Calibri" w:cs="Calibri"/>
        </w:rPr>
        <w:t>stal/ stal nierdzewna lakierowana, płyta meblowa, laminat HPL</w:t>
      </w:r>
    </w:p>
    <w:p w14:paraId="35A55A03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optyka mosiądzu</w:t>
      </w:r>
    </w:p>
    <w:p w14:paraId="237AF797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normy: trudnopalności minimum B-1s, d0</w:t>
      </w:r>
    </w:p>
    <w:p w14:paraId="3F790ECF" w14:textId="77777777" w:rsidR="00B41D47" w:rsidRPr="00352BF7" w:rsidRDefault="00F24931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295x115x4cm</w:t>
      </w:r>
    </w:p>
    <w:p w14:paraId="2239E275" w14:textId="77777777" w:rsidR="00B41D47" w:rsidRPr="00352BF7" w:rsidRDefault="00352BF7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>S</w:t>
      </w:r>
      <w:r w:rsidR="00630654" w:rsidRPr="00352BF7">
        <w:rPr>
          <w:rFonts w:ascii="Calibri" w:hAnsi="Calibri" w:cs="Calibri"/>
          <w:b/>
          <w:bCs/>
        </w:rPr>
        <w:t>tół śniadaniowy 13 szt.</w:t>
      </w:r>
      <w:r>
        <w:rPr>
          <w:rFonts w:ascii="Calibri" w:hAnsi="Calibri" w:cs="Calibri"/>
          <w:b/>
          <w:bCs/>
        </w:rPr>
        <w:t>:</w:t>
      </w:r>
    </w:p>
    <w:p w14:paraId="21B17261" w14:textId="77777777" w:rsidR="00B41D47" w:rsidRPr="00352BF7" w:rsidRDefault="00B41D47" w:rsidP="005311E3">
      <w:pPr>
        <w:pStyle w:val="TableContents"/>
        <w:numPr>
          <w:ilvl w:val="0"/>
          <w:numId w:val="18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Stół prostokątny </w:t>
      </w:r>
      <w:r w:rsidR="00352BF7" w:rsidRPr="00352BF7">
        <w:rPr>
          <w:rFonts w:ascii="Calibri" w:hAnsi="Calibri" w:cs="Calibri"/>
        </w:rPr>
        <w:t xml:space="preserve">typ. 1 </w:t>
      </w:r>
      <w:r w:rsidRPr="00352BF7">
        <w:rPr>
          <w:rFonts w:ascii="Calibri" w:hAnsi="Calibri" w:cs="Calibri"/>
        </w:rPr>
        <w:t>– 5 szt.</w:t>
      </w:r>
      <w:r w:rsidR="00352BF7" w:rsidRPr="00352BF7">
        <w:rPr>
          <w:rFonts w:ascii="Calibri" w:hAnsi="Calibri" w:cs="Calibri"/>
        </w:rPr>
        <w:t>:</w:t>
      </w:r>
      <w:r w:rsidRPr="00352BF7">
        <w:rPr>
          <w:rFonts w:ascii="Calibri" w:hAnsi="Calibri" w:cs="Calibri"/>
        </w:rPr>
        <w:t xml:space="preserve"> </w:t>
      </w:r>
    </w:p>
    <w:p w14:paraId="2F7DBED8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materiał: płyta meblowa 36mm, laminat HPL,</w:t>
      </w:r>
    </w:p>
    <w:p w14:paraId="060F2283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czarny głęboki mat, optyka mosiądzu</w:t>
      </w:r>
    </w:p>
    <w:p w14:paraId="0DABBE5B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atesty: higieniczny</w:t>
      </w:r>
    </w:p>
    <w:p w14:paraId="10B25678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normy: trudnopalności minimum B-s1, d0</w:t>
      </w:r>
    </w:p>
    <w:p w14:paraId="24ABEFEB" w14:textId="77777777" w:rsidR="00B41D47" w:rsidRPr="00352BF7" w:rsidRDefault="00B41D4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70x60cm</w:t>
      </w:r>
    </w:p>
    <w:p w14:paraId="731FD84B" w14:textId="77777777" w:rsidR="00B41D47" w:rsidRPr="00352BF7" w:rsidRDefault="00B41D47" w:rsidP="005311E3">
      <w:pPr>
        <w:pStyle w:val="TableContents"/>
        <w:numPr>
          <w:ilvl w:val="0"/>
          <w:numId w:val="18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>Stół prostokątny</w:t>
      </w:r>
      <w:r w:rsidR="00352BF7" w:rsidRPr="00352BF7">
        <w:rPr>
          <w:rFonts w:ascii="Calibri" w:hAnsi="Calibri" w:cs="Calibri"/>
        </w:rPr>
        <w:t xml:space="preserve"> typ 2</w:t>
      </w:r>
      <w:r w:rsidRPr="00352BF7">
        <w:rPr>
          <w:rFonts w:ascii="Calibri" w:hAnsi="Calibri" w:cs="Calibri"/>
        </w:rPr>
        <w:t xml:space="preserve"> – </w:t>
      </w:r>
      <w:r w:rsidR="00352BF7" w:rsidRPr="00352BF7">
        <w:rPr>
          <w:rFonts w:ascii="Calibri" w:hAnsi="Calibri" w:cs="Calibri"/>
        </w:rPr>
        <w:t>4 szt.:</w:t>
      </w:r>
    </w:p>
    <w:p w14:paraId="27B9B1DB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</w:t>
      </w:r>
      <w:proofErr w:type="spellStart"/>
      <w:r w:rsidRPr="00352BF7">
        <w:rPr>
          <w:rFonts w:ascii="Calibri" w:hAnsi="Calibri" w:cs="Calibri"/>
        </w:rPr>
        <w:t>materiał:płyta</w:t>
      </w:r>
      <w:proofErr w:type="spellEnd"/>
      <w:r w:rsidRPr="00352BF7">
        <w:rPr>
          <w:rFonts w:ascii="Calibri" w:hAnsi="Calibri" w:cs="Calibri"/>
        </w:rPr>
        <w:t xml:space="preserve"> meblowa 36mm, laminat HPL</w:t>
      </w:r>
    </w:p>
    <w:p w14:paraId="19E8D4BC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czarny głęboki mat, optyka mosiądzu</w:t>
      </w:r>
    </w:p>
    <w:p w14:paraId="1435F04A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atesty: higieniczny</w:t>
      </w:r>
    </w:p>
    <w:p w14:paraId="744FFF00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normy: trudnopalności minimum B-1s, d0</w:t>
      </w:r>
    </w:p>
    <w:p w14:paraId="3BF6A513" w14:textId="77777777" w:rsidR="00B41D47" w:rsidRPr="00352BF7" w:rsidRDefault="00B41D4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70x70cm</w:t>
      </w:r>
    </w:p>
    <w:p w14:paraId="0027B055" w14:textId="77777777" w:rsidR="007A7BA7" w:rsidRPr="00352BF7" w:rsidRDefault="007A7BA7" w:rsidP="005311E3">
      <w:pPr>
        <w:pStyle w:val="TableContents"/>
        <w:numPr>
          <w:ilvl w:val="0"/>
          <w:numId w:val="18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Stół prostokątny </w:t>
      </w:r>
      <w:r w:rsidR="00352BF7" w:rsidRPr="00352BF7">
        <w:rPr>
          <w:rFonts w:ascii="Calibri" w:hAnsi="Calibri" w:cs="Calibri"/>
        </w:rPr>
        <w:t xml:space="preserve">typ. 3 </w:t>
      </w:r>
      <w:r w:rsidRPr="00352BF7">
        <w:rPr>
          <w:rFonts w:ascii="Calibri" w:hAnsi="Calibri" w:cs="Calibri"/>
        </w:rPr>
        <w:t>– 4 szt.</w:t>
      </w:r>
      <w:r w:rsidR="00352BF7" w:rsidRPr="00352BF7">
        <w:rPr>
          <w:rFonts w:ascii="Calibri" w:hAnsi="Calibri" w:cs="Calibri"/>
        </w:rPr>
        <w:t>:</w:t>
      </w:r>
    </w:p>
    <w:p w14:paraId="0DA46BF9" w14:textId="77777777" w:rsidR="007A7BA7" w:rsidRPr="00352BF7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materiał: płyta meblowa 36mm, laminat HPL</w:t>
      </w:r>
    </w:p>
    <w:p w14:paraId="77CEE0AF" w14:textId="77777777" w:rsidR="007A7BA7" w:rsidRPr="00352BF7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czarny głęboki mat, optyka mosiądzu</w:t>
      </w:r>
    </w:p>
    <w:p w14:paraId="568E8EBE" w14:textId="77777777" w:rsidR="007A7BA7" w:rsidRPr="00352BF7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atesty: higieniczny</w:t>
      </w:r>
    </w:p>
    <w:p w14:paraId="3606F41A" w14:textId="77777777" w:rsidR="007A7BA7" w:rsidRPr="00352BF7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normy: trudnopalności minimum B-1s, d0</w:t>
      </w:r>
    </w:p>
    <w:p w14:paraId="43CF648F" w14:textId="77777777" w:rsidR="007A7BA7" w:rsidRPr="00352BF7" w:rsidRDefault="007A7BA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70x70cm</w:t>
      </w:r>
    </w:p>
    <w:p w14:paraId="065196FF" w14:textId="77777777" w:rsidR="00630654" w:rsidRPr="007A7BA7" w:rsidRDefault="00352BF7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</w:t>
      </w:r>
      <w:r w:rsidR="00630654" w:rsidRPr="007A7BA7">
        <w:rPr>
          <w:rFonts w:ascii="Calibri" w:hAnsi="Calibri" w:cs="Calibri"/>
          <w:b/>
          <w:bCs/>
        </w:rPr>
        <w:t>tół duży 1 szt.</w:t>
      </w:r>
      <w:r>
        <w:rPr>
          <w:rFonts w:ascii="Calibri" w:hAnsi="Calibri" w:cs="Calibri"/>
          <w:b/>
          <w:bCs/>
        </w:rPr>
        <w:t>:</w:t>
      </w:r>
    </w:p>
    <w:p w14:paraId="031A6E56" w14:textId="77777777" w:rsidR="007A7BA7" w:rsidRPr="00630654" w:rsidRDefault="007A7BA7" w:rsidP="005311E3">
      <w:pPr>
        <w:pStyle w:val="TableContents"/>
        <w:spacing w:line="360" w:lineRule="auto"/>
        <w:rPr>
          <w:rFonts w:ascii="Calibri" w:hAnsi="Calibri" w:cs="Calibri"/>
          <w:b/>
          <w:bCs/>
        </w:rPr>
      </w:pPr>
      <w:r w:rsidRPr="00630654">
        <w:rPr>
          <w:rFonts w:ascii="Calibri" w:hAnsi="Calibri" w:cs="Calibri"/>
          <w:b/>
          <w:bCs/>
        </w:rPr>
        <w:t>Stół okrągły</w:t>
      </w:r>
    </w:p>
    <w:p w14:paraId="2807877A" w14:textId="77777777" w:rsidR="007A7BA7" w:rsidRPr="00630654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materiał: płyta meblowa 36mm, laminat HPL,</w:t>
      </w:r>
    </w:p>
    <w:p w14:paraId="43E50992" w14:textId="77777777" w:rsidR="007A7BA7" w:rsidRPr="00630654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kolor: czarny głęboki mat, optyka mosiądzu</w:t>
      </w:r>
    </w:p>
    <w:p w14:paraId="44AD0400" w14:textId="77777777" w:rsidR="007A7BA7" w:rsidRPr="00630654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atesty: higieniczny</w:t>
      </w:r>
    </w:p>
    <w:p w14:paraId="3C7F454C" w14:textId="77777777" w:rsidR="007A7BA7" w:rsidRPr="00630654" w:rsidRDefault="007A7BA7" w:rsidP="005311E3">
      <w:pPr>
        <w:pStyle w:val="TableContents"/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lastRenderedPageBreak/>
        <w:t>- normy: trudnopalności minimum B-s1, d0</w:t>
      </w:r>
    </w:p>
    <w:p w14:paraId="79925184" w14:textId="77777777" w:rsidR="007A7BA7" w:rsidRPr="007A7BA7" w:rsidRDefault="007A7BA7" w:rsidP="005311E3">
      <w:pPr>
        <w:spacing w:line="360" w:lineRule="auto"/>
        <w:rPr>
          <w:rFonts w:ascii="Calibri" w:hAnsi="Calibri" w:cs="Calibri"/>
        </w:rPr>
      </w:pPr>
      <w:r w:rsidRPr="00630654">
        <w:rPr>
          <w:rFonts w:ascii="Calibri" w:hAnsi="Calibri" w:cs="Calibri"/>
        </w:rPr>
        <w:t>- wymiar: średnica 90cm</w:t>
      </w:r>
    </w:p>
    <w:p w14:paraId="7D4E3E25" w14:textId="77777777" w:rsidR="00B41D47" w:rsidRPr="00352BF7" w:rsidRDefault="00352BF7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>K</w:t>
      </w:r>
      <w:r w:rsidR="00630654" w:rsidRPr="00352BF7">
        <w:rPr>
          <w:rFonts w:ascii="Calibri" w:hAnsi="Calibri" w:cs="Calibri"/>
          <w:b/>
          <w:bCs/>
        </w:rPr>
        <w:t>rzesło 26 szt.</w:t>
      </w:r>
      <w:r w:rsidRPr="00352BF7">
        <w:rPr>
          <w:rFonts w:ascii="Calibri" w:hAnsi="Calibri" w:cs="Calibri"/>
          <w:b/>
          <w:bCs/>
        </w:rPr>
        <w:t>:</w:t>
      </w:r>
    </w:p>
    <w:p w14:paraId="3DB301C2" w14:textId="77777777" w:rsidR="00B41D47" w:rsidRPr="00352BF7" w:rsidRDefault="00B41D47" w:rsidP="005311E3">
      <w:pPr>
        <w:pStyle w:val="TableContents"/>
        <w:numPr>
          <w:ilvl w:val="0"/>
          <w:numId w:val="19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Krzesło </w:t>
      </w:r>
      <w:r w:rsidR="00352BF7" w:rsidRPr="00352BF7">
        <w:rPr>
          <w:rFonts w:ascii="Calibri" w:hAnsi="Calibri" w:cs="Calibri"/>
        </w:rPr>
        <w:t xml:space="preserve">typ 1 </w:t>
      </w:r>
      <w:r w:rsidRPr="00352BF7">
        <w:rPr>
          <w:rFonts w:ascii="Calibri" w:hAnsi="Calibri" w:cs="Calibri"/>
        </w:rPr>
        <w:t>– 10 szt.</w:t>
      </w:r>
      <w:r w:rsidR="00352BF7" w:rsidRPr="00352BF7">
        <w:rPr>
          <w:rFonts w:ascii="Calibri" w:hAnsi="Calibri" w:cs="Calibri"/>
        </w:rPr>
        <w:t>:</w:t>
      </w:r>
    </w:p>
    <w:p w14:paraId="1757541C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materiał: </w:t>
      </w:r>
      <w:proofErr w:type="spellStart"/>
      <w:r w:rsidRPr="00352BF7">
        <w:rPr>
          <w:rFonts w:ascii="Calibri" w:hAnsi="Calibri" w:cs="Calibri"/>
        </w:rPr>
        <w:t>velvet</w:t>
      </w:r>
      <w:proofErr w:type="spellEnd"/>
      <w:r w:rsidRPr="00352BF7">
        <w:rPr>
          <w:rFonts w:ascii="Calibri" w:hAnsi="Calibri" w:cs="Calibri"/>
        </w:rPr>
        <w:t>,</w:t>
      </w:r>
    </w:p>
    <w:p w14:paraId="0C42677A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musztarda, granat</w:t>
      </w:r>
    </w:p>
    <w:p w14:paraId="6A887ABA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352BF7">
        <w:rPr>
          <w:rFonts w:ascii="Calibri" w:hAnsi="Calibri" w:cs="Calibri"/>
          <w:lang w:val="en-GB"/>
        </w:rPr>
        <w:t xml:space="preserve">- </w:t>
      </w:r>
      <w:proofErr w:type="spellStart"/>
      <w:r w:rsidRPr="00352BF7">
        <w:rPr>
          <w:rFonts w:ascii="Calibri" w:hAnsi="Calibri" w:cs="Calibri"/>
          <w:lang w:val="en-GB"/>
        </w:rPr>
        <w:t>atesty</w:t>
      </w:r>
      <w:proofErr w:type="spellEnd"/>
      <w:r w:rsidRPr="00352BF7">
        <w:rPr>
          <w:rFonts w:ascii="Calibri" w:hAnsi="Calibri" w:cs="Calibri"/>
          <w:lang w:val="en-GB"/>
        </w:rPr>
        <w:t>: ISO 12947-2:2000; ISO 105 X12:2005, ISO 12945-2:2002</w:t>
      </w:r>
    </w:p>
    <w:p w14:paraId="10D90F62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cechy dodatkowe: stalowa rama, 330 g/m2 +/- 5%</w:t>
      </w:r>
    </w:p>
    <w:p w14:paraId="722FE5F6" w14:textId="77777777" w:rsidR="00B41D47" w:rsidRPr="00352BF7" w:rsidRDefault="00B41D4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46x62x82cm</w:t>
      </w:r>
    </w:p>
    <w:p w14:paraId="3295F386" w14:textId="77777777" w:rsidR="00B41D47" w:rsidRPr="00352BF7" w:rsidRDefault="00B41D47" w:rsidP="005311E3">
      <w:pPr>
        <w:pStyle w:val="TableContents"/>
        <w:numPr>
          <w:ilvl w:val="0"/>
          <w:numId w:val="19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>Krzesło Fotelowe – 4 szt.</w:t>
      </w:r>
      <w:r w:rsidR="00352BF7" w:rsidRPr="00352BF7">
        <w:rPr>
          <w:rFonts w:ascii="Calibri" w:hAnsi="Calibri" w:cs="Calibri"/>
        </w:rPr>
        <w:t>:</w:t>
      </w:r>
    </w:p>
    <w:p w14:paraId="3DAC178C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materiał: </w:t>
      </w:r>
      <w:proofErr w:type="spellStart"/>
      <w:r w:rsidRPr="00352BF7">
        <w:rPr>
          <w:rFonts w:ascii="Calibri" w:hAnsi="Calibri" w:cs="Calibri"/>
        </w:rPr>
        <w:t>velvet</w:t>
      </w:r>
      <w:proofErr w:type="spellEnd"/>
    </w:p>
    <w:p w14:paraId="0E1034B9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musztarda, granat</w:t>
      </w:r>
    </w:p>
    <w:p w14:paraId="1EC34F09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352BF7">
        <w:rPr>
          <w:rFonts w:ascii="Calibri" w:hAnsi="Calibri" w:cs="Calibri"/>
          <w:lang w:val="en-GB"/>
        </w:rPr>
        <w:t xml:space="preserve">- </w:t>
      </w:r>
      <w:proofErr w:type="spellStart"/>
      <w:r w:rsidRPr="00352BF7">
        <w:rPr>
          <w:rFonts w:ascii="Calibri" w:hAnsi="Calibri" w:cs="Calibri"/>
          <w:lang w:val="en-GB"/>
        </w:rPr>
        <w:t>atesty</w:t>
      </w:r>
      <w:proofErr w:type="spellEnd"/>
      <w:r w:rsidRPr="00352BF7">
        <w:rPr>
          <w:rFonts w:ascii="Calibri" w:hAnsi="Calibri" w:cs="Calibri"/>
          <w:lang w:val="en-GB"/>
        </w:rPr>
        <w:t>: ISO 12947-2:2000; ISO 105 X12:2005, ISO 12945-2:2002</w:t>
      </w:r>
    </w:p>
    <w:p w14:paraId="45BBDE17" w14:textId="77777777" w:rsidR="00B41D47" w:rsidRPr="00352BF7" w:rsidRDefault="00B41D4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73x66x66cm</w:t>
      </w:r>
    </w:p>
    <w:p w14:paraId="5343FFAE" w14:textId="77777777" w:rsidR="00B41D47" w:rsidRPr="00352BF7" w:rsidRDefault="00B41D47" w:rsidP="005311E3">
      <w:pPr>
        <w:pStyle w:val="TableContents"/>
        <w:numPr>
          <w:ilvl w:val="0"/>
          <w:numId w:val="21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>Krzesło</w:t>
      </w:r>
      <w:r w:rsidR="00352BF7" w:rsidRPr="00352BF7">
        <w:rPr>
          <w:rFonts w:ascii="Calibri" w:hAnsi="Calibri" w:cs="Calibri"/>
        </w:rPr>
        <w:t xml:space="preserve"> typ 2 </w:t>
      </w:r>
      <w:r w:rsidRPr="00352BF7">
        <w:rPr>
          <w:rFonts w:ascii="Calibri" w:hAnsi="Calibri" w:cs="Calibri"/>
        </w:rPr>
        <w:t xml:space="preserve">– </w:t>
      </w:r>
      <w:r w:rsidR="00352BF7" w:rsidRPr="00352BF7">
        <w:rPr>
          <w:rFonts w:ascii="Calibri" w:hAnsi="Calibri" w:cs="Calibri"/>
        </w:rPr>
        <w:t>4</w:t>
      </w:r>
      <w:r w:rsidRPr="00352BF7">
        <w:rPr>
          <w:rFonts w:ascii="Calibri" w:hAnsi="Calibri" w:cs="Calibri"/>
        </w:rPr>
        <w:t xml:space="preserve"> szt</w:t>
      </w:r>
      <w:r w:rsidR="00352BF7" w:rsidRPr="00352BF7">
        <w:rPr>
          <w:rFonts w:ascii="Calibri" w:hAnsi="Calibri" w:cs="Calibri"/>
        </w:rPr>
        <w:t>.:</w:t>
      </w:r>
    </w:p>
    <w:p w14:paraId="72B4A28E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materiał: </w:t>
      </w:r>
      <w:proofErr w:type="spellStart"/>
      <w:r w:rsidRPr="00352BF7">
        <w:rPr>
          <w:rFonts w:ascii="Calibri" w:hAnsi="Calibri" w:cs="Calibri"/>
        </w:rPr>
        <w:t>velvet</w:t>
      </w:r>
      <w:proofErr w:type="spellEnd"/>
      <w:r w:rsidRPr="00352BF7">
        <w:rPr>
          <w:rFonts w:ascii="Calibri" w:hAnsi="Calibri" w:cs="Calibri"/>
        </w:rPr>
        <w:t>,</w:t>
      </w:r>
    </w:p>
    <w:p w14:paraId="16CD1474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musztarda, granat</w:t>
      </w:r>
    </w:p>
    <w:p w14:paraId="54966B26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352BF7">
        <w:rPr>
          <w:rFonts w:ascii="Calibri" w:hAnsi="Calibri" w:cs="Calibri"/>
          <w:lang w:val="en-GB"/>
        </w:rPr>
        <w:t xml:space="preserve">- </w:t>
      </w:r>
      <w:proofErr w:type="spellStart"/>
      <w:r w:rsidRPr="00352BF7">
        <w:rPr>
          <w:rFonts w:ascii="Calibri" w:hAnsi="Calibri" w:cs="Calibri"/>
          <w:lang w:val="en-GB"/>
        </w:rPr>
        <w:t>atesty</w:t>
      </w:r>
      <w:proofErr w:type="spellEnd"/>
      <w:r w:rsidRPr="00352BF7">
        <w:rPr>
          <w:rFonts w:ascii="Calibri" w:hAnsi="Calibri" w:cs="Calibri"/>
          <w:lang w:val="en-GB"/>
        </w:rPr>
        <w:t>: ISO 12947-2:2000; ISO 105 X12:2005, ISO 12945-2:2002</w:t>
      </w:r>
    </w:p>
    <w:p w14:paraId="299975CF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cechy dodatkowe: stalowa rama, 330 g/m2 +/- 5%</w:t>
      </w:r>
    </w:p>
    <w:p w14:paraId="7F495A57" w14:textId="77777777" w:rsidR="00B41D47" w:rsidRPr="00352BF7" w:rsidRDefault="00B41D4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46x62x82cm</w:t>
      </w:r>
    </w:p>
    <w:p w14:paraId="3C1BBB22" w14:textId="77777777" w:rsidR="00B41D47" w:rsidRPr="00352BF7" w:rsidRDefault="00B41D47" w:rsidP="005311E3">
      <w:pPr>
        <w:pStyle w:val="TableContents"/>
        <w:numPr>
          <w:ilvl w:val="0"/>
          <w:numId w:val="18"/>
        </w:numPr>
        <w:spacing w:line="360" w:lineRule="auto"/>
        <w:ind w:left="360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Krzesło </w:t>
      </w:r>
      <w:r w:rsidR="00352BF7" w:rsidRPr="00352BF7">
        <w:rPr>
          <w:rFonts w:ascii="Calibri" w:hAnsi="Calibri" w:cs="Calibri"/>
        </w:rPr>
        <w:t xml:space="preserve">typ 3 </w:t>
      </w:r>
      <w:r w:rsidRPr="00352BF7">
        <w:rPr>
          <w:rFonts w:ascii="Calibri" w:hAnsi="Calibri" w:cs="Calibri"/>
        </w:rPr>
        <w:t>– 8 szt.</w:t>
      </w:r>
      <w:r w:rsidR="00352BF7" w:rsidRPr="00352BF7">
        <w:rPr>
          <w:rFonts w:ascii="Calibri" w:hAnsi="Calibri" w:cs="Calibri"/>
        </w:rPr>
        <w:t>:</w:t>
      </w:r>
    </w:p>
    <w:p w14:paraId="0EE6E730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materiał: </w:t>
      </w:r>
      <w:proofErr w:type="spellStart"/>
      <w:r w:rsidRPr="00352BF7">
        <w:rPr>
          <w:rFonts w:ascii="Calibri" w:hAnsi="Calibri" w:cs="Calibri"/>
        </w:rPr>
        <w:t>velvet</w:t>
      </w:r>
      <w:proofErr w:type="spellEnd"/>
      <w:r w:rsidRPr="00352BF7">
        <w:rPr>
          <w:rFonts w:ascii="Calibri" w:hAnsi="Calibri" w:cs="Calibri"/>
        </w:rPr>
        <w:t>,</w:t>
      </w:r>
    </w:p>
    <w:p w14:paraId="4B3FDC20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musztarda, granat</w:t>
      </w:r>
    </w:p>
    <w:p w14:paraId="6BECA099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  <w:lang w:val="en-GB"/>
        </w:rPr>
      </w:pPr>
      <w:r w:rsidRPr="00352BF7">
        <w:rPr>
          <w:rFonts w:ascii="Calibri" w:hAnsi="Calibri" w:cs="Calibri"/>
          <w:lang w:val="en-GB"/>
        </w:rPr>
        <w:t xml:space="preserve">- </w:t>
      </w:r>
      <w:proofErr w:type="spellStart"/>
      <w:r w:rsidRPr="00352BF7">
        <w:rPr>
          <w:rFonts w:ascii="Calibri" w:hAnsi="Calibri" w:cs="Calibri"/>
          <w:lang w:val="en-GB"/>
        </w:rPr>
        <w:t>atesty</w:t>
      </w:r>
      <w:proofErr w:type="spellEnd"/>
      <w:r w:rsidRPr="00352BF7">
        <w:rPr>
          <w:rFonts w:ascii="Calibri" w:hAnsi="Calibri" w:cs="Calibri"/>
          <w:lang w:val="en-GB"/>
        </w:rPr>
        <w:t>: ISO 12947-2:2000; ISO 105 X12:2005, ISO 12945-2:2002</w:t>
      </w:r>
    </w:p>
    <w:p w14:paraId="6FD9F9C7" w14:textId="77777777" w:rsidR="00B41D47" w:rsidRPr="00352BF7" w:rsidRDefault="00B41D47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cechy dodatkowe: stalowa rama, 330 g/m2 +/- 5%</w:t>
      </w:r>
    </w:p>
    <w:p w14:paraId="18502C39" w14:textId="77777777" w:rsidR="00B41D47" w:rsidRPr="00352BF7" w:rsidRDefault="00B41D47" w:rsidP="005311E3">
      <w:pPr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wymiar: 46x62x82cm</w:t>
      </w:r>
    </w:p>
    <w:p w14:paraId="56BD53F5" w14:textId="77777777" w:rsidR="00630654" w:rsidRPr="00352BF7" w:rsidRDefault="00352BF7" w:rsidP="005311E3">
      <w:pPr>
        <w:numPr>
          <w:ilvl w:val="0"/>
          <w:numId w:val="5"/>
        </w:numPr>
        <w:spacing w:line="360" w:lineRule="auto"/>
        <w:ind w:left="360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>Z</w:t>
      </w:r>
      <w:r w:rsidR="00630654" w:rsidRPr="00352BF7">
        <w:rPr>
          <w:rFonts w:ascii="Calibri" w:hAnsi="Calibri" w:cs="Calibri"/>
          <w:b/>
          <w:bCs/>
        </w:rPr>
        <w:t>estaw mebli ogrodowych 3 szt</w:t>
      </w:r>
      <w:r>
        <w:rPr>
          <w:rFonts w:ascii="Calibri" w:hAnsi="Calibri" w:cs="Calibri"/>
          <w:b/>
          <w:bCs/>
        </w:rPr>
        <w:t>.</w:t>
      </w:r>
      <w:r w:rsidR="00630654" w:rsidRPr="00352BF7">
        <w:rPr>
          <w:rFonts w:ascii="Calibri" w:hAnsi="Calibri" w:cs="Calibri"/>
          <w:b/>
          <w:bCs/>
        </w:rPr>
        <w:t xml:space="preserve"> [krzesła 9 szt.; stoły 3szt.]., </w:t>
      </w:r>
    </w:p>
    <w:p w14:paraId="384AC242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Krzesła: 9 szt</w:t>
      </w:r>
      <w:r w:rsidR="00352BF7" w:rsidRPr="00352BF7">
        <w:rPr>
          <w:rFonts w:ascii="Calibri" w:hAnsi="Calibri" w:cs="Calibri"/>
        </w:rPr>
        <w:t>.</w:t>
      </w:r>
    </w:p>
    <w:p w14:paraId="270B392B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lastRenderedPageBreak/>
        <w:t>- Stoły: 3 szt.</w:t>
      </w:r>
    </w:p>
    <w:p w14:paraId="749CDC44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 xml:space="preserve">- atesty: Wykonanie zgodnie z normą </w:t>
      </w:r>
      <w:r w:rsidRPr="00352BF7">
        <w:rPr>
          <w:rStyle w:val="StrongEmphasis"/>
          <w:rFonts w:ascii="Calibri" w:hAnsi="Calibri" w:cs="Calibri"/>
          <w:b w:val="0"/>
          <w:bCs w:val="0"/>
        </w:rPr>
        <w:t>ISO</w:t>
      </w:r>
      <w:r w:rsidRPr="00352BF7">
        <w:rPr>
          <w:rStyle w:val="StrongEmphasis"/>
          <w:rFonts w:ascii="Calibri" w:hAnsi="Calibri" w:cs="Calibri"/>
        </w:rPr>
        <w:t xml:space="preserve"> </w:t>
      </w:r>
    </w:p>
    <w:p w14:paraId="40BB1F01" w14:textId="77777777" w:rsidR="00352BF7" w:rsidRPr="00352BF7" w:rsidRDefault="00352BF7" w:rsidP="005311E3">
      <w:pPr>
        <w:numPr>
          <w:ilvl w:val="0"/>
          <w:numId w:val="5"/>
        </w:numPr>
        <w:spacing w:line="360" w:lineRule="auto"/>
        <w:ind w:left="357" w:hanging="357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  <w:b/>
          <w:bCs/>
        </w:rPr>
        <w:t>Zabudowa</w:t>
      </w:r>
      <w:r w:rsidR="00630654" w:rsidRPr="00352BF7">
        <w:rPr>
          <w:rFonts w:ascii="Calibri" w:hAnsi="Calibri" w:cs="Calibri"/>
          <w:b/>
          <w:bCs/>
        </w:rPr>
        <w:t xml:space="preserve"> meblowa 1 szt. [zabudowa meblowa zawiera - 4 elementy na które składają się: 1 duża szafka z siedziskiem o wym. 415cm x 55cm x 270cm; 2 szt. półka wisząca 40cm x 170cm; 1 szt. szafka pozioma / 4 drzwi wym.</w:t>
      </w:r>
      <w:r w:rsidR="007A7BA7" w:rsidRPr="00352BF7">
        <w:rPr>
          <w:rFonts w:ascii="Calibri" w:hAnsi="Calibri" w:cs="Calibri"/>
          <w:b/>
          <w:bCs/>
        </w:rPr>
        <w:t xml:space="preserve"> </w:t>
      </w:r>
      <w:r w:rsidR="00630654" w:rsidRPr="00352BF7">
        <w:rPr>
          <w:rFonts w:ascii="Calibri" w:hAnsi="Calibri" w:cs="Calibri"/>
          <w:b/>
          <w:bCs/>
        </w:rPr>
        <w:t>60cm x 220cm x 120].</w:t>
      </w:r>
    </w:p>
    <w:p w14:paraId="65A13E68" w14:textId="77777777" w:rsidR="00F24931" w:rsidRPr="00352BF7" w:rsidRDefault="00F24931" w:rsidP="005311E3">
      <w:pPr>
        <w:spacing w:line="360" w:lineRule="auto"/>
        <w:rPr>
          <w:rFonts w:ascii="Calibri" w:hAnsi="Calibri" w:cs="Calibri"/>
          <w:b/>
          <w:bCs/>
        </w:rPr>
      </w:pPr>
      <w:r w:rsidRPr="00352BF7">
        <w:rPr>
          <w:rFonts w:ascii="Calibri" w:hAnsi="Calibri" w:cs="Calibri"/>
        </w:rPr>
        <w:t>- materiał: płyta meblowa 18mm</w:t>
      </w:r>
    </w:p>
    <w:p w14:paraId="75E3FBD6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kolor: orzech włoski</w:t>
      </w:r>
    </w:p>
    <w:p w14:paraId="46413BB3" w14:textId="77777777" w:rsidR="00F24931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atesty: higieniczny</w:t>
      </w:r>
    </w:p>
    <w:p w14:paraId="4F9C1EB7" w14:textId="77777777" w:rsidR="00630654" w:rsidRPr="00352BF7" w:rsidRDefault="00F24931" w:rsidP="005311E3">
      <w:pPr>
        <w:pStyle w:val="TableContents"/>
        <w:spacing w:line="360" w:lineRule="auto"/>
        <w:rPr>
          <w:rFonts w:ascii="Calibri" w:hAnsi="Calibri" w:cs="Calibri"/>
        </w:rPr>
      </w:pPr>
      <w:r w:rsidRPr="00352BF7">
        <w:rPr>
          <w:rFonts w:ascii="Calibri" w:hAnsi="Calibri" w:cs="Calibri"/>
        </w:rPr>
        <w:t>- normy: trudnopalności minimum D-s1, d0</w:t>
      </w:r>
    </w:p>
    <w:p w14:paraId="170F0C07" w14:textId="77777777" w:rsidR="00630654" w:rsidRPr="00630654" w:rsidRDefault="00630654" w:rsidP="005311E3">
      <w:pPr>
        <w:spacing w:line="360" w:lineRule="auto"/>
        <w:rPr>
          <w:rFonts w:ascii="Calibri" w:hAnsi="Calibri" w:cs="Calibri"/>
          <w:color w:val="EE0000"/>
        </w:rPr>
      </w:pPr>
    </w:p>
    <w:sectPr w:rsidR="00630654" w:rsidRPr="00630654" w:rsidSect="006306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CE7A7" w14:textId="77777777" w:rsidR="00A46818" w:rsidRDefault="00A46818">
      <w:pPr>
        <w:rPr>
          <w:rFonts w:hint="eastAsia"/>
        </w:rPr>
      </w:pPr>
      <w:r>
        <w:separator/>
      </w:r>
    </w:p>
  </w:endnote>
  <w:endnote w:type="continuationSeparator" w:id="0">
    <w:p w14:paraId="72C0D3CD" w14:textId="77777777" w:rsidR="00A46818" w:rsidRDefault="00A468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705E9" w14:textId="77777777" w:rsidR="00A46818" w:rsidRDefault="00A4681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EC7C5DA" w14:textId="77777777" w:rsidR="00A46818" w:rsidRDefault="00A4681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4B10B" w14:textId="722E80F3" w:rsidR="00B7522B" w:rsidRDefault="00B7522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7D15D63F" wp14:editId="0A70E9DB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2FD09" w14:textId="77777777" w:rsidR="00B7522B" w:rsidRDefault="00B7522B">
    <w:pPr>
      <w:pStyle w:val="Nagwek"/>
    </w:pPr>
  </w:p>
  <w:p w14:paraId="4D32A665" w14:textId="0A3BFD67" w:rsidR="00F5459D" w:rsidRPr="00F5459D" w:rsidRDefault="00F5459D" w:rsidP="00F5459D">
    <w:pPr>
      <w:tabs>
        <w:tab w:val="center" w:pos="4536"/>
        <w:tab w:val="right" w:pos="9072"/>
      </w:tabs>
      <w:suppressAutoHyphens w:val="0"/>
      <w:autoSpaceDN/>
      <w:spacing w:line="360" w:lineRule="auto"/>
      <w:textAlignment w:val="auto"/>
      <w:rPr>
        <w:rFonts w:ascii="Calibri" w:eastAsia="Calibri" w:hAnsi="Calibri" w:cs="Times New Roman" w:hint="eastAsia"/>
        <w:i/>
        <w:iCs/>
        <w:kern w:val="0"/>
        <w:sz w:val="20"/>
        <w:szCs w:val="20"/>
        <w:lang w:eastAsia="en-US" w:bidi="ar-SA"/>
      </w:rPr>
    </w:pPr>
    <w:r w:rsidRPr="00F5459D">
      <w:rPr>
        <w:rFonts w:ascii="Calibri" w:eastAsia="Calibri" w:hAnsi="Calibri" w:cs="Times New Roman"/>
        <w:i/>
        <w:iCs/>
        <w:kern w:val="0"/>
        <w:sz w:val="20"/>
        <w:szCs w:val="20"/>
        <w:lang w:eastAsia="en-US" w:bidi="ar-SA"/>
      </w:rPr>
      <w:t xml:space="preserve">Zamówienie dofinansowane </w:t>
    </w:r>
    <w:bookmarkStart w:id="1" w:name="_Hlk178678049"/>
    <w:bookmarkStart w:id="2" w:name="_Hlk178678050"/>
    <w:bookmarkStart w:id="3" w:name="_Hlk178678052"/>
    <w:bookmarkStart w:id="4" w:name="_Hlk178678053"/>
    <w:r w:rsidRPr="00F5459D">
      <w:rPr>
        <w:rFonts w:ascii="Calibri" w:eastAsia="Calibri" w:hAnsi="Calibri" w:cs="Times New Roman"/>
        <w:i/>
        <w:iCs/>
        <w:kern w:val="0"/>
        <w:sz w:val="20"/>
        <w:szCs w:val="20"/>
        <w:lang w:eastAsia="en-US" w:bidi="ar-SA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69EE"/>
    <w:multiLevelType w:val="hybridMultilevel"/>
    <w:tmpl w:val="36C6D7AC"/>
    <w:lvl w:ilvl="0" w:tplc="0138013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25E01"/>
    <w:multiLevelType w:val="hybridMultilevel"/>
    <w:tmpl w:val="2FE60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3E56"/>
    <w:multiLevelType w:val="hybridMultilevel"/>
    <w:tmpl w:val="D8E8D9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D0653"/>
    <w:multiLevelType w:val="hybridMultilevel"/>
    <w:tmpl w:val="B400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B45A6"/>
    <w:multiLevelType w:val="hybridMultilevel"/>
    <w:tmpl w:val="4644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D7F35"/>
    <w:multiLevelType w:val="hybridMultilevel"/>
    <w:tmpl w:val="BA9CA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72A9E"/>
    <w:multiLevelType w:val="hybridMultilevel"/>
    <w:tmpl w:val="40126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83B98"/>
    <w:multiLevelType w:val="multilevel"/>
    <w:tmpl w:val="CE227576"/>
    <w:styleLink w:val="WWNum25"/>
    <w:lvl w:ilvl="0">
      <w:start w:val="1"/>
      <w:numFmt w:val="upperRoman"/>
      <w:lvlText w:val="%1."/>
      <w:lvlJc w:val="right"/>
      <w:pPr>
        <w:ind w:left="1008" w:hanging="360"/>
      </w:pPr>
      <w:rPr>
        <w:b/>
        <w:bCs/>
        <w:color w:val="0070C0"/>
      </w:rPr>
    </w:lvl>
    <w:lvl w:ilvl="1">
      <w:start w:val="1"/>
      <w:numFmt w:val="lowerLetter"/>
      <w:lvlText w:val="."/>
      <w:lvlJc w:val="left"/>
      <w:pPr>
        <w:ind w:left="1728" w:hanging="360"/>
      </w:pPr>
    </w:lvl>
    <w:lvl w:ilvl="2">
      <w:start w:val="1"/>
      <w:numFmt w:val="lowerRoman"/>
      <w:lvlText w:val="."/>
      <w:lvlJc w:val="right"/>
      <w:pPr>
        <w:ind w:left="2448" w:hanging="180"/>
      </w:pPr>
    </w:lvl>
    <w:lvl w:ilvl="3">
      <w:start w:val="1"/>
      <w:numFmt w:val="decimal"/>
      <w:lvlText w:val="."/>
      <w:lvlJc w:val="left"/>
      <w:pPr>
        <w:ind w:left="3168" w:hanging="360"/>
      </w:pPr>
    </w:lvl>
    <w:lvl w:ilvl="4">
      <w:start w:val="1"/>
      <w:numFmt w:val="lowerLetter"/>
      <w:lvlText w:val="."/>
      <w:lvlJc w:val="left"/>
      <w:pPr>
        <w:ind w:left="3888" w:hanging="360"/>
      </w:pPr>
    </w:lvl>
    <w:lvl w:ilvl="5">
      <w:start w:val="1"/>
      <w:numFmt w:val="lowerRoman"/>
      <w:lvlText w:val="."/>
      <w:lvlJc w:val="right"/>
      <w:pPr>
        <w:ind w:left="4608" w:hanging="180"/>
      </w:pPr>
    </w:lvl>
    <w:lvl w:ilvl="6">
      <w:start w:val="1"/>
      <w:numFmt w:val="decimal"/>
      <w:lvlText w:val="."/>
      <w:lvlJc w:val="left"/>
      <w:pPr>
        <w:ind w:left="5328" w:hanging="360"/>
      </w:pPr>
    </w:lvl>
    <w:lvl w:ilvl="7">
      <w:start w:val="1"/>
      <w:numFmt w:val="lowerLetter"/>
      <w:lvlText w:val="."/>
      <w:lvlJc w:val="left"/>
      <w:pPr>
        <w:ind w:left="6048" w:hanging="360"/>
      </w:pPr>
    </w:lvl>
    <w:lvl w:ilvl="8">
      <w:start w:val="1"/>
      <w:numFmt w:val="lowerRoman"/>
      <w:lvlText w:val="."/>
      <w:lvlJc w:val="right"/>
      <w:pPr>
        <w:ind w:left="6768" w:hanging="180"/>
      </w:pPr>
    </w:lvl>
  </w:abstractNum>
  <w:abstractNum w:abstractNumId="8" w15:restartNumberingAfterBreak="0">
    <w:nsid w:val="4930000B"/>
    <w:multiLevelType w:val="hybridMultilevel"/>
    <w:tmpl w:val="B7026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679A6"/>
    <w:multiLevelType w:val="hybridMultilevel"/>
    <w:tmpl w:val="DEFC1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23197"/>
    <w:multiLevelType w:val="hybridMultilevel"/>
    <w:tmpl w:val="4BDCAF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019F0"/>
    <w:multiLevelType w:val="hybridMultilevel"/>
    <w:tmpl w:val="28D6F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55537"/>
    <w:multiLevelType w:val="hybridMultilevel"/>
    <w:tmpl w:val="3240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20E1D"/>
    <w:multiLevelType w:val="hybridMultilevel"/>
    <w:tmpl w:val="F3EC258E"/>
    <w:lvl w:ilvl="0" w:tplc="1286FC22">
      <w:start w:val="1"/>
      <w:numFmt w:val="decimal"/>
      <w:lvlText w:val="%1)"/>
      <w:lvlJc w:val="left"/>
      <w:pPr>
        <w:ind w:left="7447" w:hanging="360"/>
      </w:pPr>
      <w:rPr>
        <w:rFonts w:ascii="Calibri" w:eastAsia="NSimSun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A3EB7"/>
    <w:multiLevelType w:val="multilevel"/>
    <w:tmpl w:val="7AA2021E"/>
    <w:styleLink w:val="WWNum26"/>
    <w:lvl w:ilvl="0">
      <w:start w:val="1"/>
      <w:numFmt w:val="decimal"/>
      <w:lvlText w:val="%1."/>
      <w:lvlJc w:val="left"/>
      <w:pPr>
        <w:ind w:left="1008" w:hanging="360"/>
      </w:pPr>
    </w:lvl>
    <w:lvl w:ilvl="1">
      <w:start w:val="1"/>
      <w:numFmt w:val="lowerLetter"/>
      <w:lvlText w:val="."/>
      <w:lvlJc w:val="left"/>
      <w:pPr>
        <w:ind w:left="1728" w:hanging="360"/>
      </w:pPr>
    </w:lvl>
    <w:lvl w:ilvl="2">
      <w:start w:val="1"/>
      <w:numFmt w:val="lowerRoman"/>
      <w:lvlText w:val="."/>
      <w:lvlJc w:val="right"/>
      <w:pPr>
        <w:ind w:left="2448" w:hanging="180"/>
      </w:pPr>
    </w:lvl>
    <w:lvl w:ilvl="3">
      <w:start w:val="1"/>
      <w:numFmt w:val="decimal"/>
      <w:lvlText w:val="."/>
      <w:lvlJc w:val="left"/>
      <w:pPr>
        <w:ind w:left="3168" w:hanging="360"/>
      </w:pPr>
    </w:lvl>
    <w:lvl w:ilvl="4">
      <w:start w:val="1"/>
      <w:numFmt w:val="lowerLetter"/>
      <w:lvlText w:val="."/>
      <w:lvlJc w:val="left"/>
      <w:pPr>
        <w:ind w:left="3888" w:hanging="360"/>
      </w:pPr>
    </w:lvl>
    <w:lvl w:ilvl="5">
      <w:start w:val="1"/>
      <w:numFmt w:val="lowerRoman"/>
      <w:lvlText w:val="."/>
      <w:lvlJc w:val="right"/>
      <w:pPr>
        <w:ind w:left="4608" w:hanging="180"/>
      </w:pPr>
    </w:lvl>
    <w:lvl w:ilvl="6">
      <w:start w:val="1"/>
      <w:numFmt w:val="decimal"/>
      <w:lvlText w:val="."/>
      <w:lvlJc w:val="left"/>
      <w:pPr>
        <w:ind w:left="5328" w:hanging="360"/>
      </w:pPr>
    </w:lvl>
    <w:lvl w:ilvl="7">
      <w:start w:val="1"/>
      <w:numFmt w:val="lowerLetter"/>
      <w:lvlText w:val="."/>
      <w:lvlJc w:val="left"/>
      <w:pPr>
        <w:ind w:left="6048" w:hanging="360"/>
      </w:pPr>
    </w:lvl>
    <w:lvl w:ilvl="8">
      <w:start w:val="1"/>
      <w:numFmt w:val="lowerRoman"/>
      <w:lvlText w:val="."/>
      <w:lvlJc w:val="right"/>
      <w:pPr>
        <w:ind w:left="6768" w:hanging="180"/>
      </w:pPr>
    </w:lvl>
  </w:abstractNum>
  <w:abstractNum w:abstractNumId="15" w15:restartNumberingAfterBreak="0">
    <w:nsid w:val="65F109C8"/>
    <w:multiLevelType w:val="hybridMultilevel"/>
    <w:tmpl w:val="F3406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A2563"/>
    <w:multiLevelType w:val="hybridMultilevel"/>
    <w:tmpl w:val="1AEE7F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D2270"/>
    <w:multiLevelType w:val="hybridMultilevel"/>
    <w:tmpl w:val="913ACB88"/>
    <w:lvl w:ilvl="0" w:tplc="CDDE725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012734">
    <w:abstractNumId w:val="14"/>
  </w:num>
  <w:num w:numId="2" w16cid:durableId="2036073708">
    <w:abstractNumId w:val="7"/>
  </w:num>
  <w:num w:numId="3" w16cid:durableId="1853840858">
    <w:abstractNumId w:val="7"/>
    <w:lvlOverride w:ilvl="0">
      <w:startOverride w:val="1"/>
    </w:lvlOverride>
  </w:num>
  <w:num w:numId="4" w16cid:durableId="1245261727">
    <w:abstractNumId w:val="14"/>
    <w:lvlOverride w:ilvl="0">
      <w:startOverride w:val="1"/>
    </w:lvlOverride>
  </w:num>
  <w:num w:numId="5" w16cid:durableId="8297127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8544135">
    <w:abstractNumId w:val="13"/>
  </w:num>
  <w:num w:numId="7" w16cid:durableId="1890801031">
    <w:abstractNumId w:val="11"/>
  </w:num>
  <w:num w:numId="8" w16cid:durableId="1366907846">
    <w:abstractNumId w:val="17"/>
  </w:num>
  <w:num w:numId="9" w16cid:durableId="84959925">
    <w:abstractNumId w:val="5"/>
  </w:num>
  <w:num w:numId="10" w16cid:durableId="358631621">
    <w:abstractNumId w:val="3"/>
  </w:num>
  <w:num w:numId="11" w16cid:durableId="1879587694">
    <w:abstractNumId w:val="16"/>
  </w:num>
  <w:num w:numId="12" w16cid:durableId="940258754">
    <w:abstractNumId w:val="10"/>
  </w:num>
  <w:num w:numId="13" w16cid:durableId="526137779">
    <w:abstractNumId w:val="15"/>
  </w:num>
  <w:num w:numId="14" w16cid:durableId="1473526072">
    <w:abstractNumId w:val="6"/>
  </w:num>
  <w:num w:numId="15" w16cid:durableId="1506940928">
    <w:abstractNumId w:val="1"/>
  </w:num>
  <w:num w:numId="16" w16cid:durableId="1687710021">
    <w:abstractNumId w:val="8"/>
  </w:num>
  <w:num w:numId="17" w16cid:durableId="1271620466">
    <w:abstractNumId w:val="4"/>
  </w:num>
  <w:num w:numId="18" w16cid:durableId="1615794205">
    <w:abstractNumId w:val="12"/>
  </w:num>
  <w:num w:numId="19" w16cid:durableId="1856655169">
    <w:abstractNumId w:val="9"/>
  </w:num>
  <w:num w:numId="20" w16cid:durableId="843714586">
    <w:abstractNumId w:val="2"/>
  </w:num>
  <w:num w:numId="21" w16cid:durableId="2073843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D1"/>
    <w:rsid w:val="00035D7D"/>
    <w:rsid w:val="00047E78"/>
    <w:rsid w:val="000555F2"/>
    <w:rsid w:val="001E1CF1"/>
    <w:rsid w:val="00352BF7"/>
    <w:rsid w:val="00392602"/>
    <w:rsid w:val="004B4640"/>
    <w:rsid w:val="005311E3"/>
    <w:rsid w:val="00630654"/>
    <w:rsid w:val="006360E8"/>
    <w:rsid w:val="007538F8"/>
    <w:rsid w:val="0077026D"/>
    <w:rsid w:val="007A7BA7"/>
    <w:rsid w:val="007E58B2"/>
    <w:rsid w:val="00A46818"/>
    <w:rsid w:val="00A6393D"/>
    <w:rsid w:val="00B41D47"/>
    <w:rsid w:val="00B735C9"/>
    <w:rsid w:val="00B7522B"/>
    <w:rsid w:val="00C057F4"/>
    <w:rsid w:val="00D10078"/>
    <w:rsid w:val="00E24876"/>
    <w:rsid w:val="00ED0BD1"/>
    <w:rsid w:val="00F24931"/>
    <w:rsid w:val="00F5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2D5C"/>
  <w15:docId w15:val="{E5CDFBB9-1A48-4230-9623-388FE45D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23"/>
      <w:ind w:left="720" w:hanging="10"/>
      <w:contextualSpacing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73">
    <w:name w:val="ListLabel 73"/>
    <w:rPr>
      <w:b/>
      <w:bCs/>
      <w:color w:val="0070C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Normalny"/>
    <w:link w:val="NagwekZnak"/>
    <w:uiPriority w:val="99"/>
    <w:unhideWhenUsed/>
    <w:rsid w:val="00B7522B"/>
    <w:pPr>
      <w:tabs>
        <w:tab w:val="center" w:pos="4536"/>
        <w:tab w:val="right" w:pos="9072"/>
      </w:tabs>
    </w:pPr>
    <w:rPr>
      <w:rFonts w:cs="Mangal"/>
      <w:szCs w:val="21"/>
    </w:rPr>
  </w:style>
  <w:style w:type="numbering" w:customStyle="1" w:styleId="WWNum26">
    <w:name w:val="WWNum26"/>
    <w:basedOn w:val="Bezlisty"/>
    <w:pPr>
      <w:numPr>
        <w:numId w:val="1"/>
      </w:numPr>
    </w:pPr>
  </w:style>
  <w:style w:type="numbering" w:customStyle="1" w:styleId="WWNum25">
    <w:name w:val="WWNum25"/>
    <w:basedOn w:val="Bezlisty"/>
    <w:pPr>
      <w:numPr>
        <w:numId w:val="2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B7522B"/>
    <w:rPr>
      <w:rFonts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752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522B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9D161E-3217-48DE-A4C1-CFC147B79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87164-0E22-43EB-B8FE-F94CC0EC0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1C2387-9BC8-4651-B728-A44E575DF6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83F719-2906-4721-A143-929B1C2A9F10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cp:lastModifiedBy>Sebastian Żyrkowski</cp:lastModifiedBy>
  <cp:revision>9</cp:revision>
  <cp:lastPrinted>2025-12-02T14:10:00Z</cp:lastPrinted>
  <dcterms:created xsi:type="dcterms:W3CDTF">2025-12-03T12:33:00Z</dcterms:created>
  <dcterms:modified xsi:type="dcterms:W3CDTF">2025-12-03T12:39:00Z</dcterms:modified>
</cp:coreProperties>
</file>